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2AD" w:rsidRDefault="005202AD" w:rsidP="00F5277C">
      <w:pPr>
        <w:pStyle w:val="Title"/>
        <w:spacing w:after="280"/>
        <w:jc w:val="left"/>
        <w:rPr>
          <w:rFonts w:ascii="Garamond" w:hAnsi="Garamond"/>
          <w:color w:val="auto"/>
          <w:sz w:val="46"/>
        </w:rPr>
      </w:pPr>
      <w:r>
        <w:t>CSR Practice Log</w:t>
      </w:r>
      <w:r>
        <w:rPr>
          <w:rFonts w:ascii="Candara" w:hAnsi="Candara"/>
        </w:rPr>
        <w:t xml:space="preserve"> </w:t>
      </w:r>
      <w:r w:rsidRPr="003655A6">
        <w:rPr>
          <w:rFonts w:ascii="Garamond" w:hAnsi="Garamond"/>
          <w:color w:val="auto"/>
          <w:sz w:val="46"/>
        </w:rPr>
        <w:t>for Informational Tex</w:t>
      </w:r>
      <w:r>
        <w:rPr>
          <w:rFonts w:ascii="Garamond" w:hAnsi="Garamond"/>
          <w:color w:val="auto"/>
          <w:sz w:val="46"/>
        </w:rPr>
        <w:t>t</w:t>
      </w:r>
    </w:p>
    <w:p w:rsidR="005202AD" w:rsidRDefault="005202AD" w:rsidP="00F5277C">
      <w:pPr>
        <w:pStyle w:val="Title"/>
        <w:spacing w:after="400"/>
        <w:ind w:left="360"/>
        <w:jc w:val="left"/>
        <w:rPr>
          <w:rFonts w:ascii="Garamond" w:hAnsi="Garamond"/>
          <w:color w:val="auto"/>
          <w:sz w:val="28"/>
        </w:rPr>
      </w:pPr>
      <w:r w:rsidRPr="003655A6">
        <w:rPr>
          <w:rFonts w:ascii="Garamond" w:hAnsi="Garamond"/>
          <w:b/>
          <w:color w:val="auto"/>
          <w:sz w:val="28"/>
        </w:rPr>
        <w:t>Name</w:t>
      </w:r>
      <w:r>
        <w:rPr>
          <w:rFonts w:ascii="Garamond" w:hAnsi="Garamond"/>
          <w:color w:val="auto"/>
          <w:sz w:val="28"/>
        </w:rPr>
        <w:t xml:space="preserve"> </w:t>
      </w:r>
      <w:r w:rsidRPr="003655A6">
        <w:rPr>
          <w:rFonts w:ascii="Garamond" w:hAnsi="Garamond"/>
          <w:color w:val="auto"/>
          <w:sz w:val="28"/>
        </w:rPr>
        <w:t>_________________________</w:t>
      </w:r>
      <w:r>
        <w:rPr>
          <w:rFonts w:ascii="Garamond" w:hAnsi="Garamond"/>
          <w:color w:val="auto"/>
          <w:sz w:val="28"/>
        </w:rPr>
        <w:t xml:space="preserve">___________  </w:t>
      </w:r>
      <w:r w:rsidRPr="003655A6">
        <w:rPr>
          <w:rFonts w:ascii="Garamond" w:hAnsi="Garamond"/>
          <w:b/>
          <w:color w:val="auto"/>
          <w:sz w:val="28"/>
        </w:rPr>
        <w:t>Date</w:t>
      </w:r>
      <w:r>
        <w:rPr>
          <w:rFonts w:ascii="Garamond" w:hAnsi="Garamond"/>
          <w:color w:val="auto"/>
          <w:sz w:val="28"/>
        </w:rPr>
        <w:t xml:space="preserve"> __________________________</w:t>
      </w:r>
    </w:p>
    <w:tbl>
      <w:tblPr>
        <w:tblW w:w="0" w:type="auto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918"/>
        <w:gridCol w:w="7"/>
      </w:tblGrid>
      <w:tr w:rsidR="005202AD" w:rsidRPr="00D06E0D" w:rsidTr="00D06E0D">
        <w:trPr>
          <w:gridAfter w:val="1"/>
          <w:wAfter w:w="7" w:type="dxa"/>
          <w:trHeight w:hRule="exact" w:val="607"/>
        </w:trPr>
        <w:tc>
          <w:tcPr>
            <w:tcW w:w="109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5202AD" w:rsidRPr="00D06E0D" w:rsidRDefault="005202AD" w:rsidP="00F5277C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t>BEFORE READING: Introduction to the Unit</w:t>
            </w:r>
          </w:p>
        </w:tc>
      </w:tr>
      <w:tr w:rsidR="005202AD" w:rsidRPr="00D06E0D" w:rsidTr="00D06E0D">
        <w:trPr>
          <w:gridAfter w:val="1"/>
          <w:wAfter w:w="7" w:type="dxa"/>
          <w:trHeight w:val="3781"/>
        </w:trPr>
        <w:tc>
          <w:tcPr>
            <w:tcW w:w="10916" w:type="dxa"/>
          </w:tcPr>
          <w:p w:rsidR="005202AD" w:rsidRPr="00D06E0D" w:rsidRDefault="005202AD" w:rsidP="00D06E0D">
            <w:pPr>
              <w:pStyle w:val="Title"/>
              <w:ind w:left="360"/>
              <w:jc w:val="left"/>
              <w:rPr>
                <w:rFonts w:ascii="Garamond" w:hAnsi="Garamond"/>
                <w:b/>
                <w:color w:val="auto"/>
                <w:sz w:val="28"/>
              </w:rPr>
            </w:pPr>
          </w:p>
          <w:p w:rsidR="005202AD" w:rsidRPr="00D06E0D" w:rsidRDefault="005202AD" w:rsidP="00D06E0D">
            <w:pPr>
              <w:pStyle w:val="Title"/>
              <w:ind w:left="360"/>
              <w:jc w:val="left"/>
              <w:rPr>
                <w:rFonts w:ascii="Garamond" w:hAnsi="Garamond"/>
                <w:color w:val="auto"/>
                <w:sz w:val="28"/>
              </w:rPr>
            </w:pPr>
            <w:r w:rsidRPr="00D06E0D">
              <w:rPr>
                <w:rFonts w:ascii="Garamond" w:hAnsi="Garamond"/>
                <w:b/>
                <w:color w:val="auto"/>
                <w:sz w:val="28"/>
              </w:rPr>
              <w:t>Unit Focus Question:</w:t>
            </w:r>
            <w:r w:rsidRPr="00D06E0D">
              <w:rPr>
                <w:rFonts w:ascii="Garamond" w:hAnsi="Garamond"/>
                <w:color w:val="auto"/>
                <w:sz w:val="28"/>
              </w:rPr>
              <w:t>___</w:t>
            </w:r>
            <w:r>
              <w:rPr>
                <w:rFonts w:ascii="Garamond" w:hAnsi="Garamond"/>
                <w:color w:val="auto"/>
                <w:sz w:val="28"/>
                <w:u w:val="single"/>
              </w:rPr>
              <w:t>Why has segregation always been such a controversial topic ?</w:t>
            </w:r>
            <w:r>
              <w:rPr>
                <w:rFonts w:ascii="Garamond" w:hAnsi="Garamond"/>
                <w:color w:val="auto"/>
                <w:sz w:val="28"/>
              </w:rPr>
              <w:t>____</w:t>
            </w:r>
          </w:p>
          <w:p w:rsidR="005202AD" w:rsidRPr="00D06E0D" w:rsidRDefault="005202AD" w:rsidP="00D06E0D">
            <w:pPr>
              <w:pStyle w:val="Title"/>
              <w:ind w:left="360"/>
              <w:jc w:val="left"/>
              <w:rPr>
                <w:rFonts w:ascii="Garamond" w:hAnsi="Garamond"/>
                <w:color w:val="auto"/>
                <w:sz w:val="28"/>
              </w:rPr>
            </w:pPr>
          </w:p>
          <w:p w:rsidR="005202AD" w:rsidRPr="00D06E0D" w:rsidRDefault="005202AD" w:rsidP="00D06E0D">
            <w:pPr>
              <w:pStyle w:val="Title"/>
              <w:pBdr>
                <w:bottom w:val="single" w:sz="12" w:space="1" w:color="auto"/>
              </w:pBdr>
              <w:ind w:left="360"/>
              <w:jc w:val="left"/>
              <w:rPr>
                <w:rFonts w:ascii="Garamond" w:hAnsi="Garamond"/>
                <w:b/>
                <w:color w:val="auto"/>
                <w:sz w:val="28"/>
              </w:rPr>
            </w:pPr>
            <w:r w:rsidRPr="00D06E0D">
              <w:rPr>
                <w:rFonts w:ascii="Garamond" w:hAnsi="Garamond"/>
                <w:b/>
                <w:color w:val="auto"/>
                <w:sz w:val="28"/>
              </w:rPr>
              <w:t xml:space="preserve">Record the essential vocabulary words reviewed prior to reading. </w:t>
            </w:r>
          </w:p>
          <w:tbl>
            <w:tblPr>
              <w:tblW w:w="106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BF"/>
            </w:tblPr>
            <w:tblGrid>
              <w:gridCol w:w="2298"/>
              <w:gridCol w:w="8394"/>
            </w:tblGrid>
            <w:tr w:rsidR="005202AD" w:rsidRPr="00D06E0D" w:rsidTr="00D06E0D">
              <w:trPr>
                <w:trHeight w:val="506"/>
              </w:trPr>
              <w:tc>
                <w:tcPr>
                  <w:tcW w:w="22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02AD" w:rsidRPr="00D06E0D" w:rsidRDefault="005202AD" w:rsidP="00D06E0D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 w:rsidRPr="00D06E0D">
                    <w:rPr>
                      <w:rFonts w:ascii="Garamond" w:hAnsi="Garamond"/>
                      <w:color w:val="auto"/>
                      <w:sz w:val="28"/>
                    </w:rPr>
                    <w:t>Word</w:t>
                  </w:r>
                </w:p>
              </w:tc>
              <w:tc>
                <w:tcPr>
                  <w:tcW w:w="8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02AD" w:rsidRPr="00D06E0D" w:rsidRDefault="005202AD" w:rsidP="00D06E0D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 w:rsidRPr="00D06E0D">
                    <w:rPr>
                      <w:rFonts w:ascii="Garamond" w:hAnsi="Garamond"/>
                      <w:color w:val="auto"/>
                      <w:sz w:val="28"/>
                    </w:rPr>
                    <w:t xml:space="preserve">Definition </w:t>
                  </w:r>
                </w:p>
              </w:tc>
            </w:tr>
            <w:tr w:rsidR="005202AD" w:rsidRPr="00D06E0D" w:rsidTr="00D06E0D">
              <w:trPr>
                <w:trHeight w:val="506"/>
              </w:trPr>
              <w:tc>
                <w:tcPr>
                  <w:tcW w:w="22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02AD" w:rsidRPr="00D06E0D" w:rsidRDefault="005202AD" w:rsidP="00D06E0D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 w:rsidRPr="00D06E0D">
                    <w:rPr>
                      <w:rFonts w:ascii="Garamond" w:hAnsi="Garamond"/>
                      <w:color w:val="auto"/>
                      <w:sz w:val="28"/>
                    </w:rPr>
                    <w:t>1.</w:t>
                  </w:r>
                </w:p>
              </w:tc>
              <w:tc>
                <w:tcPr>
                  <w:tcW w:w="8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02AD" w:rsidRPr="00D06E0D" w:rsidRDefault="005202AD" w:rsidP="00D06E0D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5202AD" w:rsidRPr="00D06E0D" w:rsidTr="00D06E0D">
              <w:trPr>
                <w:trHeight w:val="506"/>
              </w:trPr>
              <w:tc>
                <w:tcPr>
                  <w:tcW w:w="22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02AD" w:rsidRPr="00D06E0D" w:rsidRDefault="005202AD" w:rsidP="00D06E0D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 w:rsidRPr="00D06E0D">
                    <w:rPr>
                      <w:rFonts w:ascii="Garamond" w:hAnsi="Garamond"/>
                      <w:color w:val="auto"/>
                      <w:sz w:val="28"/>
                    </w:rPr>
                    <w:t xml:space="preserve">2. </w:t>
                  </w:r>
                </w:p>
              </w:tc>
              <w:tc>
                <w:tcPr>
                  <w:tcW w:w="8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02AD" w:rsidRPr="00D06E0D" w:rsidRDefault="005202AD" w:rsidP="00D06E0D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  <w:tr w:rsidR="005202AD" w:rsidRPr="00D06E0D" w:rsidTr="00D06E0D">
              <w:trPr>
                <w:trHeight w:val="506"/>
              </w:trPr>
              <w:tc>
                <w:tcPr>
                  <w:tcW w:w="22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02AD" w:rsidRPr="00D06E0D" w:rsidRDefault="005202AD" w:rsidP="00D06E0D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  <w:r w:rsidRPr="00D06E0D">
                    <w:rPr>
                      <w:rFonts w:ascii="Garamond" w:hAnsi="Garamond"/>
                      <w:color w:val="auto"/>
                      <w:sz w:val="28"/>
                    </w:rPr>
                    <w:t xml:space="preserve">3. </w:t>
                  </w:r>
                </w:p>
              </w:tc>
              <w:tc>
                <w:tcPr>
                  <w:tcW w:w="8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02AD" w:rsidRPr="00D06E0D" w:rsidRDefault="005202AD" w:rsidP="00D06E0D">
                  <w:pPr>
                    <w:pStyle w:val="Title"/>
                    <w:jc w:val="left"/>
                    <w:rPr>
                      <w:rFonts w:ascii="Garamond" w:hAnsi="Garamond"/>
                      <w:color w:val="auto"/>
                      <w:sz w:val="28"/>
                    </w:rPr>
                  </w:pPr>
                </w:p>
              </w:tc>
            </w:tr>
          </w:tbl>
          <w:p w:rsidR="005202AD" w:rsidRPr="00D06E0D" w:rsidRDefault="005202AD" w:rsidP="00D06E0D">
            <w:pPr>
              <w:pStyle w:val="Title"/>
              <w:spacing w:after="1000"/>
              <w:ind w:left="72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  <w:tr w:rsidR="005202AD" w:rsidRPr="00D06E0D" w:rsidTr="00D06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07"/>
        </w:trPr>
        <w:tc>
          <w:tcPr>
            <w:tcW w:w="10916" w:type="dxa"/>
            <w:gridSpan w:val="2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5202AD" w:rsidRPr="00D06E0D" w:rsidRDefault="005202AD" w:rsidP="00F5277C">
            <w:pPr>
              <w:rPr>
                <w:color w:val="FFFFFF"/>
              </w:rPr>
            </w:pPr>
          </w:p>
        </w:tc>
      </w:tr>
      <w:tr w:rsidR="005202AD" w:rsidRPr="00D06E0D" w:rsidTr="00D06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07"/>
        </w:trPr>
        <w:tc>
          <w:tcPr>
            <w:tcW w:w="10916" w:type="dxa"/>
            <w:gridSpan w:val="2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5202AD" w:rsidRPr="00D06E0D" w:rsidRDefault="005202AD" w:rsidP="00F5277C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t>BEFORE READING: Preview</w:t>
            </w:r>
          </w:p>
        </w:tc>
      </w:tr>
      <w:tr w:rsidR="005202AD" w:rsidRPr="00D06E0D" w:rsidTr="00D06E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3"/>
        </w:trPr>
        <w:tc>
          <w:tcPr>
            <w:tcW w:w="10916" w:type="dxa"/>
            <w:gridSpan w:val="2"/>
          </w:tcPr>
          <w:p w:rsidR="005202AD" w:rsidRPr="00D06E0D" w:rsidRDefault="005202AD" w:rsidP="00D06E0D">
            <w:pPr>
              <w:pStyle w:val="Title"/>
              <w:spacing w:before="240" w:after="1000"/>
              <w:ind w:left="72"/>
              <w:jc w:val="left"/>
              <w:rPr>
                <w:rStyle w:val="GaramondBody"/>
                <w:rFonts w:cs="Times New Roman"/>
                <w:szCs w:val="24"/>
              </w:rPr>
            </w:pPr>
            <w:r w:rsidRPr="00D06E0D">
              <w:rPr>
                <w:rStyle w:val="FrizBoldLead-in"/>
              </w:rPr>
              <w:t>Brainstorm:</w:t>
            </w:r>
            <w:r w:rsidRPr="00D06E0D">
              <w:rPr>
                <w:rFonts w:ascii="Candara" w:hAnsi="Candara"/>
                <w:sz w:val="28"/>
              </w:rPr>
              <w:t xml:space="preserve"> </w:t>
            </w:r>
            <w:r w:rsidRPr="00D06E0D">
              <w:rPr>
                <w:rStyle w:val="GaramondBody"/>
              </w:rPr>
              <w:t>Connections to prior knowledge</w:t>
            </w:r>
          </w:p>
          <w:p w:rsidR="005202AD" w:rsidRPr="00D06E0D" w:rsidRDefault="005202AD" w:rsidP="00D06E0D">
            <w:pPr>
              <w:pStyle w:val="Title"/>
              <w:spacing w:after="1000"/>
              <w:ind w:left="72"/>
              <w:jc w:val="left"/>
              <w:rPr>
                <w:rFonts w:ascii="Garamond" w:hAnsi="Garamond"/>
                <w:color w:val="auto"/>
                <w:sz w:val="28"/>
              </w:rPr>
            </w:pPr>
            <w:r w:rsidRPr="00D06E0D">
              <w:rPr>
                <w:rStyle w:val="FrizBoldLead-in"/>
              </w:rPr>
              <w:t>Predict:</w:t>
            </w:r>
            <w:r w:rsidRPr="00D06E0D">
              <w:rPr>
                <w:rStyle w:val="GaramondBody"/>
              </w:rPr>
              <w:t xml:space="preserve"> What I might learn about the topic</w:t>
            </w:r>
          </w:p>
        </w:tc>
      </w:tr>
    </w:tbl>
    <w:p w:rsidR="005202AD" w:rsidRDefault="005202AD"/>
    <w:p w:rsidR="005202AD" w:rsidRDefault="005202AD" w:rsidP="00F5277C">
      <w:pPr>
        <w:pStyle w:val="Title"/>
        <w:spacing w:after="280"/>
        <w:sectPr w:rsidR="005202AD">
          <w:footerReference w:type="even" r:id="rId6"/>
          <w:footerReference w:type="default" r:id="rId7"/>
          <w:pgSz w:w="12240" w:h="15840"/>
          <w:pgMar w:top="720" w:right="720" w:bottom="720" w:left="720" w:header="720" w:footer="720" w:gutter="0"/>
          <w:cols w:space="720"/>
          <w:noEndnote/>
        </w:sectPr>
      </w:pPr>
    </w:p>
    <w:tbl>
      <w:tblPr>
        <w:tblW w:w="0" w:type="auto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4637"/>
      </w:tblGrid>
      <w:tr w:rsidR="005202AD" w:rsidRPr="00D06E0D" w:rsidTr="00D06E0D">
        <w:trPr>
          <w:trHeight w:hRule="exact" w:val="607"/>
        </w:trPr>
        <w:tc>
          <w:tcPr>
            <w:tcW w:w="109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5202AD" w:rsidRPr="00D06E0D" w:rsidRDefault="005202AD" w:rsidP="00F5277C">
            <w:pPr>
              <w:pStyle w:val="SectionHead-Table"/>
              <w:rPr>
                <w:color w:val="FFFFFF"/>
                <w:sz w:val="36"/>
              </w:rPr>
            </w:pPr>
            <w:r w:rsidRPr="00D06E0D">
              <w:rPr>
                <w:color w:val="FFFFFF"/>
                <w:sz w:val="36"/>
              </w:rPr>
              <w:t>BEFORE READING: Anticipation Guide</w:t>
            </w:r>
          </w:p>
        </w:tc>
      </w:tr>
      <w:tr w:rsidR="005202AD" w:rsidRPr="00D06E0D" w:rsidTr="00D06E0D">
        <w:trPr>
          <w:trHeight w:val="4273"/>
        </w:trPr>
        <w:tc>
          <w:tcPr>
            <w:tcW w:w="10916" w:type="dxa"/>
          </w:tcPr>
          <w:tbl>
            <w:tblPr>
              <w:tblW w:w="14456" w:type="dxa"/>
              <w:jc w:val="center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3924"/>
              <w:gridCol w:w="1248"/>
              <w:gridCol w:w="34"/>
              <w:gridCol w:w="1280"/>
              <w:gridCol w:w="3446"/>
              <w:gridCol w:w="1260"/>
              <w:gridCol w:w="3264"/>
            </w:tblGrid>
            <w:tr w:rsidR="005202AD" w:rsidRPr="00D06E0D">
              <w:trPr>
                <w:trHeight w:val="610"/>
                <w:jc w:val="center"/>
              </w:trPr>
              <w:tc>
                <w:tcPr>
                  <w:tcW w:w="6486" w:type="dxa"/>
                  <w:gridSpan w:val="4"/>
                  <w:tcBorders>
                    <w:top w:val="thinThickSmallGap" w:sz="24" w:space="0" w:color="auto"/>
                    <w:left w:val="thinThickSmallGap" w:sz="2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32"/>
                    </w:rPr>
                  </w:pPr>
                  <w:r w:rsidRPr="00D06E0D">
                    <w:rPr>
                      <w:b/>
                      <w:sz w:val="32"/>
                    </w:rPr>
                    <w:t>Before Reading</w:t>
                  </w:r>
                </w:p>
              </w:tc>
              <w:tc>
                <w:tcPr>
                  <w:tcW w:w="7970" w:type="dxa"/>
                  <w:gridSpan w:val="3"/>
                  <w:tcBorders>
                    <w:top w:val="thinThickSmallGap" w:sz="24" w:space="0" w:color="auto"/>
                    <w:left w:val="single" w:sz="6" w:space="0" w:color="auto"/>
                    <w:bottom w:val="single" w:sz="6" w:space="0" w:color="auto"/>
                    <w:right w:val="thickThinSmallGap" w:sz="24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28"/>
                    </w:rPr>
                  </w:pPr>
                  <w:r w:rsidRPr="00D06E0D">
                    <w:rPr>
                      <w:b/>
                      <w:sz w:val="28"/>
                    </w:rPr>
                    <w:t xml:space="preserve">AFTER </w:t>
                  </w:r>
                  <w:smartTag w:uri="urn:schemas-microsoft-com:office:smarttags" w:element="City">
                    <w:smartTag w:uri="urn:schemas-microsoft-com:office:smarttags" w:element="place">
                      <w:r w:rsidRPr="00D06E0D">
                        <w:rPr>
                          <w:b/>
                          <w:sz w:val="28"/>
                        </w:rPr>
                        <w:t>Reading</w:t>
                      </w:r>
                    </w:smartTag>
                  </w:smartTag>
                  <w:r w:rsidRPr="00D06E0D">
                    <w:rPr>
                      <w:b/>
                      <w:sz w:val="28"/>
                    </w:rPr>
                    <w:t xml:space="preserve"> </w:t>
                  </w:r>
                </w:p>
              </w:tc>
            </w:tr>
            <w:tr w:rsidR="005202AD" w:rsidRPr="00D06E0D">
              <w:trPr>
                <w:trHeight w:val="610"/>
                <w:jc w:val="center"/>
              </w:trPr>
              <w:tc>
                <w:tcPr>
                  <w:tcW w:w="3924" w:type="dxa"/>
                  <w:tcBorders>
                    <w:top w:val="single" w:sz="6" w:space="0" w:color="auto"/>
                    <w:left w:val="thinThickSmallGap" w:sz="2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28"/>
                    </w:rPr>
                  </w:pPr>
                  <w:r w:rsidRPr="00D06E0D">
                    <w:rPr>
                      <w:b/>
                      <w:sz w:val="28"/>
                    </w:rPr>
                    <w:t>STATEMENT</w:t>
                  </w:r>
                </w:p>
              </w:tc>
              <w:tc>
                <w:tcPr>
                  <w:tcW w:w="1248" w:type="dxa"/>
                  <w:tcBorders>
                    <w:top w:val="thinThickSmallGap" w:sz="2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32"/>
                    </w:rPr>
                  </w:pPr>
                  <w:r w:rsidRPr="00D06E0D">
                    <w:rPr>
                      <w:b/>
                      <w:sz w:val="32"/>
                    </w:rPr>
                    <w:t>Agree</w:t>
                  </w:r>
                </w:p>
              </w:tc>
              <w:tc>
                <w:tcPr>
                  <w:tcW w:w="1314" w:type="dxa"/>
                  <w:gridSpan w:val="2"/>
                  <w:tcBorders>
                    <w:top w:val="thinThickSmallGap" w:sz="2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32"/>
                    </w:rPr>
                  </w:pPr>
                  <w:r w:rsidRPr="00D06E0D">
                    <w:rPr>
                      <w:b/>
                      <w:sz w:val="32"/>
                    </w:rPr>
                    <w:t>Disagree</w:t>
                  </w:r>
                </w:p>
              </w:tc>
              <w:tc>
                <w:tcPr>
                  <w:tcW w:w="3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28"/>
                    </w:rPr>
                  </w:pPr>
                  <w:r w:rsidRPr="00D06E0D">
                    <w:rPr>
                      <w:b/>
                      <w:sz w:val="28"/>
                    </w:rPr>
                    <w:t>Text Relevant to Statement/ Evidence.</w:t>
                  </w: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</w:rPr>
                  </w:pPr>
                  <w:r w:rsidRPr="00D06E0D">
                    <w:rPr>
                      <w:b/>
                    </w:rPr>
                    <w:t>Page # of relevant text</w:t>
                  </w:r>
                </w:p>
              </w:tc>
              <w:tc>
                <w:tcPr>
                  <w:tcW w:w="32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thickThinSmallGap" w:sz="24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28"/>
                    </w:rPr>
                  </w:pPr>
                  <w:r w:rsidRPr="00D06E0D">
                    <w:rPr>
                      <w:b/>
                      <w:sz w:val="28"/>
                    </w:rPr>
                    <w:t>Conclusion—does text support original opinion</w:t>
                  </w:r>
                </w:p>
              </w:tc>
            </w:tr>
            <w:tr w:rsidR="005202AD" w:rsidRPr="00D06E0D">
              <w:trPr>
                <w:trHeight w:val="1523"/>
                <w:jc w:val="center"/>
              </w:trPr>
              <w:tc>
                <w:tcPr>
                  <w:tcW w:w="3924" w:type="dxa"/>
                  <w:tcBorders>
                    <w:top w:val="single" w:sz="6" w:space="0" w:color="auto"/>
                    <w:left w:val="thinThickSmallGap" w:sz="2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28"/>
                    </w:rPr>
                  </w:pPr>
                </w:p>
              </w:tc>
              <w:tc>
                <w:tcPr>
                  <w:tcW w:w="128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28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28"/>
                    </w:rPr>
                  </w:pPr>
                </w:p>
              </w:tc>
              <w:tc>
                <w:tcPr>
                  <w:tcW w:w="3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28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thickThinSmallGap" w:sz="24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  <w:sz w:val="28"/>
                    </w:rPr>
                  </w:pPr>
                </w:p>
              </w:tc>
            </w:tr>
            <w:tr w:rsidR="005202AD" w:rsidRPr="00D06E0D">
              <w:trPr>
                <w:trHeight w:val="1337"/>
                <w:jc w:val="center"/>
              </w:trPr>
              <w:tc>
                <w:tcPr>
                  <w:tcW w:w="3924" w:type="dxa"/>
                  <w:tcBorders>
                    <w:top w:val="single" w:sz="6" w:space="0" w:color="auto"/>
                    <w:left w:val="thinThickSmallGap" w:sz="2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  <w:p w:rsidR="005202AD" w:rsidRPr="00D06E0D" w:rsidRDefault="005202AD" w:rsidP="00F5277C"/>
                <w:p w:rsidR="005202AD" w:rsidRPr="00D06E0D" w:rsidRDefault="005202AD" w:rsidP="00F5277C"/>
              </w:tc>
              <w:tc>
                <w:tcPr>
                  <w:tcW w:w="128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  <w:p w:rsidR="005202AD" w:rsidRPr="00D06E0D" w:rsidRDefault="005202AD" w:rsidP="00F5277C"/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</w:tc>
              <w:tc>
                <w:tcPr>
                  <w:tcW w:w="32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thickThinSmallGap" w:sz="24" w:space="0" w:color="auto"/>
                  </w:tcBorders>
                </w:tcPr>
                <w:p w:rsidR="005202AD" w:rsidRPr="00D06E0D" w:rsidRDefault="005202AD" w:rsidP="00F5277C"/>
              </w:tc>
            </w:tr>
            <w:tr w:rsidR="005202AD" w:rsidRPr="00D06E0D">
              <w:trPr>
                <w:trHeight w:val="1323"/>
                <w:jc w:val="center"/>
              </w:trPr>
              <w:tc>
                <w:tcPr>
                  <w:tcW w:w="3924" w:type="dxa"/>
                  <w:tcBorders>
                    <w:top w:val="single" w:sz="6" w:space="0" w:color="auto"/>
                    <w:left w:val="thinThickSmallGap" w:sz="2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  <w:p w:rsidR="005202AD" w:rsidRPr="00D06E0D" w:rsidRDefault="005202AD" w:rsidP="00F5277C"/>
                <w:p w:rsidR="005202AD" w:rsidRPr="00D06E0D" w:rsidRDefault="005202AD" w:rsidP="00F5277C"/>
              </w:tc>
              <w:tc>
                <w:tcPr>
                  <w:tcW w:w="128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  <w:p w:rsidR="005202AD" w:rsidRPr="00D06E0D" w:rsidRDefault="005202AD" w:rsidP="00F5277C"/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</w:tc>
              <w:tc>
                <w:tcPr>
                  <w:tcW w:w="32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thickThinSmallGap" w:sz="24" w:space="0" w:color="auto"/>
                  </w:tcBorders>
                </w:tcPr>
                <w:p w:rsidR="005202AD" w:rsidRPr="00D06E0D" w:rsidRDefault="005202AD" w:rsidP="00F5277C"/>
              </w:tc>
            </w:tr>
            <w:tr w:rsidR="005202AD" w:rsidRPr="00D06E0D">
              <w:trPr>
                <w:trHeight w:val="2055"/>
                <w:jc w:val="center"/>
              </w:trPr>
              <w:tc>
                <w:tcPr>
                  <w:tcW w:w="3924" w:type="dxa"/>
                  <w:tcBorders>
                    <w:top w:val="single" w:sz="6" w:space="0" w:color="auto"/>
                    <w:left w:val="thinThickSmallGap" w:sz="2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  <w:p w:rsidR="005202AD" w:rsidRPr="00D06E0D" w:rsidRDefault="005202AD" w:rsidP="00F5277C"/>
                <w:p w:rsidR="005202AD" w:rsidRPr="00D06E0D" w:rsidRDefault="005202AD" w:rsidP="00F5277C"/>
              </w:tc>
              <w:tc>
                <w:tcPr>
                  <w:tcW w:w="128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  <w:p w:rsidR="005202AD" w:rsidRPr="00D06E0D" w:rsidRDefault="005202AD" w:rsidP="00F5277C"/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</w:tc>
              <w:tc>
                <w:tcPr>
                  <w:tcW w:w="326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thickThinSmallGap" w:sz="24" w:space="0" w:color="auto"/>
                  </w:tcBorders>
                </w:tcPr>
                <w:p w:rsidR="005202AD" w:rsidRPr="00D06E0D" w:rsidRDefault="005202AD" w:rsidP="00F5277C"/>
              </w:tc>
            </w:tr>
            <w:tr w:rsidR="005202AD" w:rsidRPr="00D06E0D">
              <w:trPr>
                <w:trHeight w:val="1434"/>
                <w:jc w:val="center"/>
              </w:trPr>
              <w:tc>
                <w:tcPr>
                  <w:tcW w:w="3924" w:type="dxa"/>
                  <w:tcBorders>
                    <w:top w:val="single" w:sz="6" w:space="0" w:color="auto"/>
                    <w:left w:val="thinThickSmallGap" w:sz="24" w:space="0" w:color="auto"/>
                    <w:bottom w:val="thickThinSmallGap" w:sz="24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</w:tc>
              <w:tc>
                <w:tcPr>
                  <w:tcW w:w="128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thickThinSmallGap" w:sz="24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6" w:space="0" w:color="auto"/>
                    <w:left w:val="single" w:sz="6" w:space="0" w:color="auto"/>
                    <w:bottom w:val="thickThinSmallGap" w:sz="24" w:space="0" w:color="auto"/>
                    <w:right w:val="single" w:sz="6" w:space="0" w:color="auto"/>
                  </w:tcBorders>
                  <w:vAlign w:val="center"/>
                </w:tcPr>
                <w:p w:rsidR="005202AD" w:rsidRPr="00D06E0D" w:rsidRDefault="005202AD" w:rsidP="00F5277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446" w:type="dxa"/>
                  <w:tcBorders>
                    <w:top w:val="single" w:sz="6" w:space="0" w:color="auto"/>
                    <w:left w:val="single" w:sz="6" w:space="0" w:color="auto"/>
                    <w:bottom w:val="thickThinSmallGap" w:sz="24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</w:tc>
              <w:tc>
                <w:tcPr>
                  <w:tcW w:w="1260" w:type="dxa"/>
                  <w:tcBorders>
                    <w:top w:val="single" w:sz="6" w:space="0" w:color="auto"/>
                    <w:left w:val="single" w:sz="6" w:space="0" w:color="auto"/>
                    <w:bottom w:val="thickThinSmallGap" w:sz="24" w:space="0" w:color="auto"/>
                    <w:right w:val="single" w:sz="6" w:space="0" w:color="auto"/>
                  </w:tcBorders>
                </w:tcPr>
                <w:p w:rsidR="005202AD" w:rsidRPr="00D06E0D" w:rsidRDefault="005202AD" w:rsidP="00F5277C"/>
              </w:tc>
              <w:tc>
                <w:tcPr>
                  <w:tcW w:w="3264" w:type="dxa"/>
                  <w:tcBorders>
                    <w:top w:val="single" w:sz="6" w:space="0" w:color="auto"/>
                    <w:left w:val="single" w:sz="6" w:space="0" w:color="auto"/>
                    <w:bottom w:val="thickThinSmallGap" w:sz="24" w:space="0" w:color="auto"/>
                    <w:right w:val="thickThinSmallGap" w:sz="24" w:space="0" w:color="auto"/>
                  </w:tcBorders>
                </w:tcPr>
                <w:p w:rsidR="005202AD" w:rsidRPr="00D06E0D" w:rsidRDefault="005202AD" w:rsidP="00F5277C"/>
              </w:tc>
            </w:tr>
          </w:tbl>
          <w:p w:rsidR="005202AD" w:rsidRPr="00D06E0D" w:rsidRDefault="005202AD" w:rsidP="00D06E0D">
            <w:pPr>
              <w:pStyle w:val="Title"/>
              <w:spacing w:after="1000"/>
              <w:ind w:left="72"/>
              <w:jc w:val="left"/>
              <w:rPr>
                <w:rFonts w:ascii="Garamond" w:hAnsi="Garamond"/>
                <w:color w:val="auto"/>
                <w:sz w:val="28"/>
              </w:rPr>
            </w:pPr>
          </w:p>
        </w:tc>
      </w:tr>
    </w:tbl>
    <w:p w:rsidR="005202AD" w:rsidRDefault="005202AD">
      <w:pPr>
        <w:rPr>
          <w:b/>
        </w:rPr>
        <w:sectPr w:rsidR="005202AD">
          <w:pgSz w:w="15840" w:h="12240" w:orient="landscape"/>
          <w:pgMar w:top="720" w:right="720" w:bottom="720" w:left="720" w:header="720" w:footer="720" w:gutter="0"/>
          <w:cols w:space="720"/>
          <w:noEndnote/>
        </w:sectPr>
      </w:pPr>
    </w:p>
    <w:p w:rsidR="005202AD" w:rsidRDefault="005202AD"/>
    <w:tbl>
      <w:tblPr>
        <w:tblW w:w="0" w:type="auto"/>
        <w:tblLook w:val="00BF"/>
      </w:tblPr>
      <w:tblGrid>
        <w:gridCol w:w="11030"/>
      </w:tblGrid>
      <w:tr w:rsidR="005202AD" w:rsidRPr="00D06E0D" w:rsidTr="00D06E0D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5202AD" w:rsidRPr="00D06E0D" w:rsidRDefault="005202AD" w:rsidP="00F5277C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t xml:space="preserve">DURING </w:t>
            </w:r>
            <w:smartTag w:uri="urn:schemas-microsoft-com:office:smarttags" w:element="City">
              <w:smartTag w:uri="urn:schemas-microsoft-com:office:smarttags" w:element="place">
                <w:r w:rsidRPr="00D06E0D">
                  <w:rPr>
                    <w:color w:val="FFFFFF"/>
                  </w:rPr>
                  <w:t>READING</w:t>
                </w:r>
              </w:smartTag>
            </w:smartTag>
            <w:r w:rsidRPr="00D06E0D">
              <w:rPr>
                <w:color w:val="FFFFFF"/>
              </w:rPr>
              <w:t>: Section 1</w:t>
            </w:r>
          </w:p>
        </w:tc>
      </w:tr>
      <w:tr w:rsidR="005202AD" w:rsidRPr="00D06E0D" w:rsidTr="00D06E0D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86"/>
              <w:gridCol w:w="2128"/>
            </w:tblGrid>
            <w:tr w:rsidR="005202AD" w:rsidRPr="00D06E0D" w:rsidTr="00D06E0D">
              <w:trPr>
                <w:trHeight w:val="4680"/>
              </w:trPr>
              <w:tc>
                <w:tcPr>
                  <w:tcW w:w="8730" w:type="dxa"/>
                </w:tcPr>
                <w:p w:rsidR="005202AD" w:rsidRPr="00D06E0D" w:rsidRDefault="005202AD" w:rsidP="00D06E0D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</w:rPr>
                    <w:t>Clunks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  <w:r w:rsidRPr="00D06E0D">
                    <w:rPr>
                      <w:rStyle w:val="FrizBoldLead-in"/>
                    </w:rPr>
                    <w:t xml:space="preserve">Main Idea: </w:t>
                  </w: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5202AD" w:rsidRPr="00D06E0D" w:rsidRDefault="005202AD" w:rsidP="00D06E0D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5202AD" w:rsidRPr="00D06E0D" w:rsidRDefault="005202AD" w:rsidP="00D06E0D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5202AD" w:rsidRPr="00D06E0D" w:rsidRDefault="005202AD" w:rsidP="00D06E0D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5202AD" w:rsidRPr="00D06E0D" w:rsidRDefault="005202AD" w:rsidP="00D06E0D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5202AD" w:rsidRPr="00D06E0D" w:rsidRDefault="005202AD" w:rsidP="00D06E0D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  <w:tr w:rsidR="005202AD" w:rsidRPr="00D06E0D" w:rsidTr="00D06E0D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5202AD" w:rsidRPr="00D06E0D" w:rsidRDefault="005202AD" w:rsidP="00F5277C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t xml:space="preserve">DURING </w:t>
            </w:r>
            <w:smartTag w:uri="urn:schemas-microsoft-com:office:smarttags" w:element="City">
              <w:smartTag w:uri="urn:schemas-microsoft-com:office:smarttags" w:element="place">
                <w:r w:rsidRPr="00D06E0D">
                  <w:rPr>
                    <w:color w:val="FFFFFF"/>
                  </w:rPr>
                  <w:t>READING</w:t>
                </w:r>
              </w:smartTag>
            </w:smartTag>
            <w:r w:rsidRPr="00D06E0D">
              <w:rPr>
                <w:color w:val="FFFFFF"/>
              </w:rPr>
              <w:t>: Section 2</w:t>
            </w:r>
          </w:p>
        </w:tc>
      </w:tr>
      <w:tr w:rsidR="005202AD" w:rsidRPr="00D06E0D" w:rsidTr="00D06E0D">
        <w:tc>
          <w:tcPr>
            <w:tcW w:w="11016" w:type="dxa"/>
          </w:tcPr>
          <w:tbl>
            <w:tblPr>
              <w:tblW w:w="10825" w:type="dxa"/>
              <w:tblLook w:val="00BF"/>
            </w:tblPr>
            <w:tblGrid>
              <w:gridCol w:w="8679"/>
              <w:gridCol w:w="2146"/>
            </w:tblGrid>
            <w:tr w:rsidR="005202AD" w:rsidRPr="00D06E0D" w:rsidTr="00D06E0D">
              <w:trPr>
                <w:trHeight w:val="4710"/>
              </w:trPr>
              <w:tc>
                <w:tcPr>
                  <w:tcW w:w="8679" w:type="dxa"/>
                </w:tcPr>
                <w:p w:rsidR="005202AD" w:rsidRPr="00D06E0D" w:rsidRDefault="005202AD" w:rsidP="00D06E0D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</w:rPr>
                    <w:t>Clunks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  <w:r w:rsidRPr="00D06E0D">
                    <w:rPr>
                      <w:rStyle w:val="FrizBoldLead-in"/>
                    </w:rPr>
                    <w:t xml:space="preserve">Main Idea: </w:t>
                  </w: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46" w:type="dxa"/>
                </w:tcPr>
                <w:p w:rsidR="005202AD" w:rsidRPr="00D06E0D" w:rsidRDefault="005202AD" w:rsidP="00D06E0D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5202AD" w:rsidRPr="00D06E0D" w:rsidRDefault="005202AD" w:rsidP="00D06E0D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5202AD" w:rsidRPr="00D06E0D" w:rsidRDefault="005202AD" w:rsidP="00D06E0D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5202AD" w:rsidRPr="00D06E0D" w:rsidRDefault="005202AD" w:rsidP="00D06E0D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5202AD" w:rsidRPr="00D06E0D" w:rsidRDefault="005202AD" w:rsidP="00D06E0D">
            <w:pPr>
              <w:pStyle w:val="Title"/>
              <w:spacing w:after="450"/>
              <w:jc w:val="left"/>
              <w:rPr>
                <w:rFonts w:ascii="Candara" w:hAnsi="Candara"/>
                <w:sz w:val="28"/>
              </w:rPr>
            </w:pPr>
          </w:p>
        </w:tc>
      </w:tr>
    </w:tbl>
    <w:p w:rsidR="005202AD" w:rsidRDefault="005202AD"/>
    <w:p w:rsidR="005202AD" w:rsidRDefault="005202AD"/>
    <w:p w:rsidR="005202AD" w:rsidRDefault="005202AD"/>
    <w:p w:rsidR="005202AD" w:rsidRDefault="005202AD">
      <w:r>
        <w:br w:type="page"/>
      </w:r>
    </w:p>
    <w:tbl>
      <w:tblPr>
        <w:tblW w:w="0" w:type="auto"/>
        <w:tblLook w:val="00BF"/>
      </w:tblPr>
      <w:tblGrid>
        <w:gridCol w:w="11016"/>
      </w:tblGrid>
      <w:tr w:rsidR="005202AD" w:rsidRPr="00D06E0D" w:rsidTr="00D06E0D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5202AD" w:rsidRPr="00D06E0D" w:rsidRDefault="005202AD" w:rsidP="00F5277C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t xml:space="preserve">DURING </w:t>
            </w:r>
            <w:smartTag w:uri="urn:schemas-microsoft-com:office:smarttags" w:element="City">
              <w:smartTag w:uri="urn:schemas-microsoft-com:office:smarttags" w:element="place">
                <w:r w:rsidRPr="00D06E0D">
                  <w:rPr>
                    <w:color w:val="FFFFFF"/>
                  </w:rPr>
                  <w:t>READING</w:t>
                </w:r>
              </w:smartTag>
            </w:smartTag>
            <w:r w:rsidRPr="00D06E0D">
              <w:rPr>
                <w:color w:val="FFFFFF"/>
              </w:rPr>
              <w:t>: Section 3</w:t>
            </w:r>
          </w:p>
        </w:tc>
      </w:tr>
      <w:tr w:rsidR="005202AD" w:rsidRPr="00D06E0D" w:rsidTr="00D06E0D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74"/>
              <w:gridCol w:w="2126"/>
            </w:tblGrid>
            <w:tr w:rsidR="005202AD" w:rsidRPr="00D06E0D" w:rsidTr="00D06E0D">
              <w:tc>
                <w:tcPr>
                  <w:tcW w:w="8730" w:type="dxa"/>
                </w:tcPr>
                <w:p w:rsidR="005202AD" w:rsidRPr="00D06E0D" w:rsidRDefault="005202AD" w:rsidP="00D06E0D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</w:rPr>
                    <w:t>Clunks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  <w:r w:rsidRPr="00D06E0D">
                    <w:rPr>
                      <w:rStyle w:val="FrizBoldLead-in"/>
                    </w:rPr>
                    <w:t xml:space="preserve">Main Idea: </w:t>
                  </w: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5202AD" w:rsidRPr="00D06E0D" w:rsidRDefault="005202AD" w:rsidP="00D06E0D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5202AD" w:rsidRPr="00D06E0D" w:rsidRDefault="005202AD" w:rsidP="00D06E0D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5202AD" w:rsidRPr="00D06E0D" w:rsidRDefault="005202AD" w:rsidP="00D06E0D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5202AD" w:rsidRPr="00D06E0D" w:rsidRDefault="005202AD" w:rsidP="00D06E0D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5202AD" w:rsidRPr="00D06E0D" w:rsidRDefault="005202AD" w:rsidP="00D06E0D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  <w:tr w:rsidR="005202AD" w:rsidRPr="00D06E0D" w:rsidTr="00D06E0D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5202AD" w:rsidRPr="00D06E0D" w:rsidRDefault="005202AD" w:rsidP="00F5277C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t xml:space="preserve">DURING </w:t>
            </w:r>
            <w:smartTag w:uri="urn:schemas-microsoft-com:office:smarttags" w:element="City">
              <w:smartTag w:uri="urn:schemas-microsoft-com:office:smarttags" w:element="place">
                <w:r w:rsidRPr="00D06E0D">
                  <w:rPr>
                    <w:color w:val="FFFFFF"/>
                  </w:rPr>
                  <w:t>READING</w:t>
                </w:r>
              </w:smartTag>
            </w:smartTag>
            <w:r w:rsidRPr="00D06E0D">
              <w:rPr>
                <w:color w:val="FFFFFF"/>
              </w:rPr>
              <w:t>: Section 4</w:t>
            </w:r>
          </w:p>
        </w:tc>
      </w:tr>
      <w:tr w:rsidR="005202AD" w:rsidRPr="00D06E0D" w:rsidTr="00D06E0D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74"/>
              <w:gridCol w:w="2126"/>
            </w:tblGrid>
            <w:tr w:rsidR="005202AD" w:rsidRPr="00D06E0D" w:rsidTr="00D06E0D">
              <w:tc>
                <w:tcPr>
                  <w:tcW w:w="8730" w:type="dxa"/>
                </w:tcPr>
                <w:p w:rsidR="005202AD" w:rsidRPr="00D06E0D" w:rsidRDefault="005202AD" w:rsidP="00D06E0D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</w:rPr>
                    <w:t>Clunks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  <w:r w:rsidRPr="00D06E0D">
                    <w:rPr>
                      <w:rStyle w:val="FrizBoldLead-in"/>
                    </w:rPr>
                    <w:t xml:space="preserve">Main Idea: </w:t>
                  </w: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5202AD" w:rsidRPr="00D06E0D" w:rsidRDefault="005202AD" w:rsidP="00D06E0D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5202AD" w:rsidRPr="00D06E0D" w:rsidRDefault="005202AD" w:rsidP="00D06E0D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5202AD" w:rsidRPr="00D06E0D" w:rsidRDefault="005202AD" w:rsidP="00D06E0D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5202AD" w:rsidRPr="00D06E0D" w:rsidRDefault="005202AD" w:rsidP="00D06E0D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5202AD" w:rsidRPr="00D06E0D" w:rsidRDefault="005202AD" w:rsidP="00D06E0D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  <w:tr w:rsidR="005202AD" w:rsidRPr="00D06E0D" w:rsidTr="00D06E0D">
        <w:trPr>
          <w:trHeight w:hRule="exact" w:val="432"/>
        </w:trPr>
        <w:tc>
          <w:tcPr>
            <w:tcW w:w="110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5202AD" w:rsidRPr="00D06E0D" w:rsidRDefault="005202AD" w:rsidP="00F5277C">
            <w:pPr>
              <w:pStyle w:val="SectionHead-Table"/>
              <w:rPr>
                <w:color w:val="FFFFFF"/>
              </w:rPr>
            </w:pPr>
            <w:r w:rsidRPr="00D06E0D">
              <w:rPr>
                <w:color w:val="FFFFFF"/>
              </w:rPr>
              <w:t xml:space="preserve">DURING </w:t>
            </w:r>
            <w:smartTag w:uri="urn:schemas-microsoft-com:office:smarttags" w:element="City">
              <w:smartTag w:uri="urn:schemas-microsoft-com:office:smarttags" w:element="place">
                <w:r w:rsidRPr="00D06E0D">
                  <w:rPr>
                    <w:color w:val="FFFFFF"/>
                  </w:rPr>
                  <w:t>READING</w:t>
                </w:r>
              </w:smartTag>
            </w:smartTag>
            <w:r w:rsidRPr="00D06E0D">
              <w:rPr>
                <w:color w:val="FFFFFF"/>
              </w:rPr>
              <w:t>: Section 5</w:t>
            </w:r>
          </w:p>
        </w:tc>
      </w:tr>
      <w:tr w:rsidR="005202AD" w:rsidRPr="00D06E0D" w:rsidTr="00D06E0D">
        <w:tc>
          <w:tcPr>
            <w:tcW w:w="11016" w:type="dxa"/>
          </w:tcPr>
          <w:tbl>
            <w:tblPr>
              <w:tblW w:w="0" w:type="auto"/>
              <w:tblLook w:val="00BF"/>
            </w:tblPr>
            <w:tblGrid>
              <w:gridCol w:w="8674"/>
              <w:gridCol w:w="2126"/>
            </w:tblGrid>
            <w:tr w:rsidR="005202AD" w:rsidRPr="00D06E0D" w:rsidTr="00D06E0D">
              <w:tc>
                <w:tcPr>
                  <w:tcW w:w="8730" w:type="dxa"/>
                </w:tcPr>
                <w:p w:rsidR="005202AD" w:rsidRPr="00D06E0D" w:rsidRDefault="005202AD" w:rsidP="00D06E0D">
                  <w:pPr>
                    <w:pStyle w:val="Title"/>
                    <w:spacing w:before="240" w:after="120"/>
                    <w:jc w:val="left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</w:rPr>
                    <w:t>Clunks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  <w:rFonts w:cs="Rockwell-ExtraBold"/>
                      <w:szCs w:val="60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D06E0D">
                  <w:pPr>
                    <w:spacing w:after="24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_____________________ = ________________________________</w:t>
                  </w: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  <w:r w:rsidRPr="00D06E0D">
                    <w:rPr>
                      <w:rStyle w:val="FrizBoldLead-in"/>
                    </w:rPr>
                    <w:t xml:space="preserve">Main Idea: </w:t>
                  </w: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  <w:p w:rsidR="005202AD" w:rsidRPr="00D06E0D" w:rsidRDefault="005202AD" w:rsidP="00F5277C">
                  <w:pPr>
                    <w:rPr>
                      <w:rStyle w:val="FrizBoldLead-in"/>
                    </w:rPr>
                  </w:pPr>
                </w:p>
              </w:tc>
              <w:tc>
                <w:tcPr>
                  <w:tcW w:w="2138" w:type="dxa"/>
                </w:tcPr>
                <w:p w:rsidR="005202AD" w:rsidRPr="00D06E0D" w:rsidRDefault="005202AD" w:rsidP="00D06E0D">
                  <w:pPr>
                    <w:pStyle w:val="Title"/>
                    <w:spacing w:before="240" w:after="200"/>
                    <w:rPr>
                      <w:rStyle w:val="FrizBoldLead-in"/>
                      <w:rFonts w:cs="Times New Roman"/>
                      <w:szCs w:val="24"/>
                    </w:rPr>
                  </w:pPr>
                  <w:r w:rsidRPr="00D06E0D">
                    <w:rPr>
                      <w:rStyle w:val="FrizBoldLead-in"/>
                      <w:sz w:val="24"/>
                    </w:rPr>
                    <w:t>Fix-up Strategies</w:t>
                  </w:r>
                </w:p>
                <w:p w:rsidR="005202AD" w:rsidRPr="00D06E0D" w:rsidRDefault="005202AD" w:rsidP="00D06E0D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5202AD" w:rsidRPr="00D06E0D" w:rsidRDefault="005202AD" w:rsidP="00D06E0D">
                  <w:pPr>
                    <w:pStyle w:val="Title"/>
                    <w:spacing w:after="16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  <w:p w:rsidR="005202AD" w:rsidRPr="00D06E0D" w:rsidRDefault="005202AD" w:rsidP="00D06E0D">
                  <w:pPr>
                    <w:pStyle w:val="Title"/>
                    <w:spacing w:after="400"/>
                    <w:rPr>
                      <w:rStyle w:val="GaramondBody"/>
                    </w:rPr>
                  </w:pPr>
                  <w:r w:rsidRPr="00D06E0D">
                    <w:rPr>
                      <w:rStyle w:val="GaramondBody"/>
                    </w:rPr>
                    <w:t>1     2     3     4</w:t>
                  </w:r>
                </w:p>
              </w:tc>
            </w:tr>
          </w:tbl>
          <w:p w:rsidR="005202AD" w:rsidRPr="00D06E0D" w:rsidRDefault="005202AD" w:rsidP="00D06E0D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</w:p>
        </w:tc>
      </w:tr>
    </w:tbl>
    <w:p w:rsidR="005202AD" w:rsidRDefault="005202AD">
      <w:pPr>
        <w:sectPr w:rsidR="005202AD">
          <w:pgSz w:w="12240" w:h="15840"/>
          <w:pgMar w:top="720" w:right="720" w:bottom="720" w:left="720" w:header="720" w:footer="720" w:gutter="0"/>
          <w:cols w:space="720"/>
          <w:noEndnote/>
        </w:sectPr>
      </w:pPr>
    </w:p>
    <w:p w:rsidR="005202AD" w:rsidRPr="004C4418" w:rsidRDefault="005202AD">
      <w:pPr>
        <w:rPr>
          <w:sz w:val="32"/>
        </w:rPr>
      </w:pPr>
    </w:p>
    <w:tbl>
      <w:tblPr>
        <w:tblW w:w="14508" w:type="dxa"/>
        <w:tblLook w:val="00BF"/>
      </w:tblPr>
      <w:tblGrid>
        <w:gridCol w:w="14508"/>
      </w:tblGrid>
      <w:tr w:rsidR="005202AD" w:rsidRPr="00D06E0D" w:rsidTr="00D06E0D">
        <w:trPr>
          <w:trHeight w:hRule="exact" w:val="594"/>
        </w:trPr>
        <w:tc>
          <w:tcPr>
            <w:tcW w:w="14508" w:type="dxa"/>
            <w:shd w:val="solid" w:color="64A793" w:fill="auto"/>
            <w:tcMar>
              <w:top w:w="72" w:type="dxa"/>
              <w:left w:w="115" w:type="dxa"/>
              <w:right w:w="115" w:type="dxa"/>
            </w:tcMar>
          </w:tcPr>
          <w:p w:rsidR="005202AD" w:rsidRPr="00D06E0D" w:rsidRDefault="005202AD" w:rsidP="00F5277C">
            <w:pPr>
              <w:pStyle w:val="SectionHead-Table"/>
              <w:rPr>
                <w:color w:val="FFFFFF"/>
                <w:sz w:val="36"/>
              </w:rPr>
            </w:pPr>
            <w:r w:rsidRPr="00D06E0D">
              <w:rPr>
                <w:color w:val="FFFFFF"/>
                <w:sz w:val="36"/>
              </w:rPr>
              <w:t xml:space="preserve">DURING </w:t>
            </w:r>
            <w:smartTag w:uri="urn:schemas-microsoft-com:office:smarttags" w:element="City">
              <w:smartTag w:uri="urn:schemas-microsoft-com:office:smarttags" w:element="place">
                <w:r w:rsidRPr="00D06E0D">
                  <w:rPr>
                    <w:color w:val="FFFFFF"/>
                    <w:sz w:val="36"/>
                  </w:rPr>
                  <w:t>READING</w:t>
                </w:r>
              </w:smartTag>
            </w:smartTag>
            <w:r w:rsidRPr="00D06E0D">
              <w:rPr>
                <w:color w:val="FFFFFF"/>
                <w:sz w:val="36"/>
              </w:rPr>
              <w:t>: Organize Evidence on Graphic Organizer</w:t>
            </w:r>
          </w:p>
        </w:tc>
      </w:tr>
      <w:tr w:rsidR="005202AD" w:rsidRPr="00D06E0D" w:rsidTr="00D06E0D">
        <w:trPr>
          <w:trHeight w:val="8158"/>
        </w:trPr>
        <w:tc>
          <w:tcPr>
            <w:tcW w:w="14508" w:type="dxa"/>
          </w:tcPr>
          <w:p w:rsidR="005202AD" w:rsidRPr="00D06E0D" w:rsidRDefault="005202AD" w:rsidP="00F5277C"/>
          <w:p w:rsidR="005202AD" w:rsidRPr="00D06E0D" w:rsidRDefault="005202AD" w:rsidP="00F5277C">
            <w:r>
              <w:rPr>
                <w:noProof/>
              </w:rPr>
              <w:pict>
                <v:line id="_x0000_s1026" style="position:absolute;flip:y;z-index:251661824" from="312pt,88pt" to="366pt,133pt"/>
              </w:pict>
            </w:r>
            <w:r>
              <w:rPr>
                <w:noProof/>
              </w:rPr>
              <w:pict>
                <v:line id="_x0000_s1027" style="position:absolute;z-index:251660800" from="342pt,178pt" to="408pt,178pt"/>
              </w:pict>
            </w:r>
            <w:r>
              <w:rPr>
                <w:noProof/>
              </w:rPr>
              <w:pict>
                <v:line id="_x0000_s1028" style="position:absolute;z-index:251659776" from="324pt,214pt" to="456pt,277pt"/>
              </w:pict>
            </w:r>
            <w:r>
              <w:rPr>
                <w:noProof/>
              </w:rPr>
              <w:pict>
                <v:line id="_x0000_s1029" style="position:absolute;flip:x y;z-index:251657728" from="138pt,88pt" to="3in,133pt"/>
              </w:pict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margin-left:108pt;margin-top:133pt;width:234pt;height:81pt;z-index:251651584">
                  <v:textbox>
                    <w:txbxContent>
                      <w:p w:rsidR="005202AD" w:rsidRDefault="005202AD" w:rsidP="00F5277C">
                        <w:r>
                          <w:t>Unit Focus Question: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1" type="#_x0000_t202" style="position:absolute;margin-left:402pt;margin-top:277pt;width:234pt;height:81pt;z-index:251656704">
                  <v:textbox>
                    <w:txbxContent>
                      <w:p w:rsidR="005202AD" w:rsidRDefault="005202AD" w:rsidP="00F5277C">
                        <w:r>
                          <w:t>Section Four Main Idea:</w:t>
                        </w:r>
                      </w:p>
                      <w:p w:rsidR="005202AD" w:rsidRDefault="005202AD" w:rsidP="00F5277C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2" type="#_x0000_t202" style="position:absolute;margin-left:408pt;margin-top:124pt;width:234pt;height:81pt;z-index:251655680">
                  <v:textbox>
                    <w:txbxContent>
                      <w:p w:rsidR="005202AD" w:rsidRDefault="005202AD" w:rsidP="00F5277C">
                        <w:r>
                          <w:t>Section Three Main Idea:</w:t>
                        </w:r>
                      </w:p>
                      <w:p w:rsidR="005202AD" w:rsidRPr="00A0694F" w:rsidRDefault="005202AD" w:rsidP="00F5277C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3" type="#_x0000_t202" style="position:absolute;margin-left:318pt;margin-top:7pt;width:234pt;height:81pt;z-index:251654656">
                  <v:textbox>
                    <w:txbxContent>
                      <w:p w:rsidR="005202AD" w:rsidRDefault="005202AD" w:rsidP="00F5277C">
                        <w:r>
                          <w:t>Section Two Main Idea:</w:t>
                        </w:r>
                      </w:p>
                      <w:p w:rsidR="005202AD" w:rsidRPr="00A0694F" w:rsidRDefault="005202AD" w:rsidP="00F5277C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4" type="#_x0000_t202" style="position:absolute;margin-left:12pt;margin-top:7pt;width:234pt;height:81pt;z-index:251652608">
                  <v:textbox>
                    <w:txbxContent>
                      <w:p w:rsidR="005202AD" w:rsidRDefault="005202AD" w:rsidP="00F5277C">
                        <w:r>
                          <w:t>Section One Main Idea:</w:t>
                        </w:r>
                      </w:p>
                    </w:txbxContent>
                  </v:textbox>
                </v:shape>
              </w:pict>
            </w:r>
          </w:p>
          <w:p w:rsidR="005202AD" w:rsidRPr="00D06E0D" w:rsidRDefault="005202AD" w:rsidP="00D06E0D">
            <w:pPr>
              <w:pStyle w:val="Title"/>
              <w:spacing w:before="240" w:after="400"/>
              <w:jc w:val="left"/>
              <w:rPr>
                <w:rStyle w:val="FrizBoldLead-in"/>
                <w:rFonts w:cs="Times New Roman"/>
                <w:szCs w:val="24"/>
              </w:rPr>
            </w:pPr>
            <w:r>
              <w:rPr>
                <w:noProof/>
              </w:rPr>
              <w:pict>
                <v:line id="_x0000_s1035" style="position:absolute;flip:x;z-index:251658752" from="108.35pt,199.95pt" to="186pt,235.85pt"/>
              </w:pict>
            </w:r>
            <w:r>
              <w:rPr>
                <w:noProof/>
              </w:rPr>
              <w:pict>
                <v:shape id="_x0000_s1036" type="#_x0000_t202" style="position:absolute;margin-left:18.35pt;margin-top:235.85pt;width:234pt;height:81pt;z-index:251653632">
                  <v:textbox>
                    <w:txbxContent>
                      <w:p w:rsidR="005202AD" w:rsidRDefault="005202AD" w:rsidP="00F5277C">
                        <w:r>
                          <w:t>Section Five Main Idea: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5202AD" w:rsidRDefault="005202AD">
      <w:pPr>
        <w:sectPr w:rsidR="005202AD">
          <w:pgSz w:w="15840" w:h="12240" w:orient="landscape"/>
          <w:pgMar w:top="720" w:right="720" w:bottom="720" w:left="720" w:header="720" w:footer="720" w:gutter="0"/>
          <w:cols w:space="720"/>
          <w:noEndnote/>
        </w:sectPr>
      </w:pPr>
    </w:p>
    <w:p w:rsidR="005202AD" w:rsidRDefault="005202AD"/>
    <w:tbl>
      <w:tblPr>
        <w:tblW w:w="0" w:type="auto"/>
        <w:tblLook w:val="00BF"/>
      </w:tblPr>
      <w:tblGrid>
        <w:gridCol w:w="10916"/>
      </w:tblGrid>
      <w:tr w:rsidR="005202AD" w:rsidRPr="00D06E0D" w:rsidTr="00D06E0D">
        <w:trPr>
          <w:trHeight w:hRule="exact" w:val="513"/>
        </w:trPr>
        <w:tc>
          <w:tcPr>
            <w:tcW w:w="109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5202AD" w:rsidRPr="00D06E0D" w:rsidRDefault="005202AD" w:rsidP="00F5277C">
            <w:pPr>
              <w:pStyle w:val="SectionHead-Table"/>
              <w:rPr>
                <w:color w:val="FFFFFF"/>
                <w:sz w:val="32"/>
              </w:rPr>
            </w:pPr>
            <w:r w:rsidRPr="00D06E0D">
              <w:rPr>
                <w:color w:val="FFFFFF"/>
                <w:sz w:val="32"/>
              </w:rPr>
              <w:t xml:space="preserve">AFTER </w:t>
            </w:r>
            <w:smartTag w:uri="urn:schemas-microsoft-com:office:smarttags" w:element="City">
              <w:smartTag w:uri="urn:schemas-microsoft-com:office:smarttags" w:element="place">
                <w:r w:rsidRPr="00D06E0D">
                  <w:rPr>
                    <w:color w:val="FFFFFF"/>
                    <w:sz w:val="32"/>
                  </w:rPr>
                  <w:t>READING</w:t>
                </w:r>
              </w:smartTag>
            </w:smartTag>
            <w:r w:rsidRPr="00D06E0D">
              <w:rPr>
                <w:color w:val="FFFFFF"/>
                <w:sz w:val="32"/>
              </w:rPr>
              <w:t>: Summarizing the Evidence</w:t>
            </w:r>
          </w:p>
        </w:tc>
      </w:tr>
      <w:tr w:rsidR="005202AD" w:rsidRPr="00D06E0D" w:rsidTr="00D06E0D">
        <w:trPr>
          <w:trHeight w:val="7749"/>
        </w:trPr>
        <w:tc>
          <w:tcPr>
            <w:tcW w:w="10916" w:type="dxa"/>
          </w:tcPr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  <w:r w:rsidRPr="00D06E0D">
              <w:rPr>
                <w:rFonts w:ascii="Garamond" w:hAnsi="Garamond"/>
                <w:b/>
                <w:sz w:val="30"/>
              </w:rPr>
              <w:t>Questions and Answers:</w:t>
            </w:r>
            <w:r w:rsidRPr="00D06E0D">
              <w:rPr>
                <w:rFonts w:ascii="Garamond" w:hAnsi="Garamond"/>
                <w:sz w:val="30"/>
              </w:rPr>
              <w:t xml:space="preserve"> Ask questions based on the passage.  Write down your answers.</w:t>
            </w: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  <w:r w:rsidRPr="00D06E0D">
              <w:rPr>
                <w:rStyle w:val="FrizBoldLead-in"/>
                <w:b w:val="0"/>
              </w:rPr>
              <w:t>S</w:t>
            </w:r>
            <w:r w:rsidRPr="00D06E0D">
              <w:rPr>
                <w:rFonts w:ascii="Garamond" w:hAnsi="Garamond"/>
                <w:b/>
                <w:sz w:val="30"/>
              </w:rPr>
              <w:t>ummarize:</w:t>
            </w:r>
            <w:r w:rsidRPr="00D06E0D">
              <w:rPr>
                <w:rFonts w:ascii="Garamond" w:hAnsi="Garamond"/>
                <w:sz w:val="30"/>
              </w:rPr>
              <w:t xml:space="preserve"> Write the most important ideas in this passage. Be prepared to justify your ideas.</w:t>
            </w: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  <w:r w:rsidRPr="00D06E0D">
              <w:rPr>
                <w:rFonts w:ascii="Garamond" w:hAnsi="Garamond"/>
                <w:sz w:val="30"/>
              </w:rPr>
              <w:t xml:space="preserve">Were you predictions confirmed?        </w:t>
            </w:r>
            <w:r w:rsidRPr="00D06E0D">
              <w:rPr>
                <w:rFonts w:ascii="Garamond" w:hAnsi="Garamond"/>
                <w:sz w:val="30"/>
              </w:rPr>
              <w:tab/>
              <w:t xml:space="preserve">Yes </w:t>
            </w: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  <w:r w:rsidRPr="00D06E0D">
              <w:rPr>
                <w:rFonts w:ascii="Garamond" w:hAnsi="Garamond"/>
                <w:sz w:val="30"/>
              </w:rPr>
              <w:t xml:space="preserve">                                                      </w:t>
            </w: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  <w:r w:rsidRPr="00D06E0D">
              <w:rPr>
                <w:rFonts w:ascii="Garamond" w:hAnsi="Garamond"/>
                <w:sz w:val="30"/>
              </w:rPr>
              <w:t xml:space="preserve">                                                       </w:t>
            </w:r>
            <w:r w:rsidRPr="00D06E0D">
              <w:rPr>
                <w:rFonts w:ascii="Garamond" w:hAnsi="Garamond"/>
                <w:sz w:val="30"/>
              </w:rPr>
              <w:tab/>
            </w:r>
            <w:r w:rsidRPr="00D06E0D">
              <w:rPr>
                <w:rFonts w:ascii="Garamond" w:hAnsi="Garamond"/>
                <w:sz w:val="30"/>
              </w:rPr>
              <w:tab/>
              <w:t>No</w:t>
            </w:r>
          </w:p>
        </w:tc>
      </w:tr>
    </w:tbl>
    <w:p w:rsidR="005202AD" w:rsidRDefault="005202AD" w:rsidP="00F5277C">
      <w:pPr>
        <w:pStyle w:val="Title"/>
        <w:spacing w:after="400"/>
        <w:rPr>
          <w:rFonts w:ascii="Candara" w:hAnsi="Candara"/>
          <w:sz w:val="28"/>
        </w:rPr>
      </w:pPr>
    </w:p>
    <w:tbl>
      <w:tblPr>
        <w:tblW w:w="0" w:type="auto"/>
        <w:tblLook w:val="00BF"/>
      </w:tblPr>
      <w:tblGrid>
        <w:gridCol w:w="10916"/>
      </w:tblGrid>
      <w:tr w:rsidR="005202AD" w:rsidRPr="00D06E0D" w:rsidTr="00D06E0D">
        <w:trPr>
          <w:trHeight w:hRule="exact" w:val="522"/>
        </w:trPr>
        <w:tc>
          <w:tcPr>
            <w:tcW w:w="10916" w:type="dxa"/>
            <w:shd w:val="solid" w:color="64A793" w:fill="auto"/>
            <w:tcMar>
              <w:top w:w="72" w:type="dxa"/>
              <w:left w:w="115" w:type="dxa"/>
              <w:right w:w="115" w:type="dxa"/>
            </w:tcMar>
            <w:vAlign w:val="center"/>
          </w:tcPr>
          <w:p w:rsidR="005202AD" w:rsidRPr="00D06E0D" w:rsidRDefault="005202AD" w:rsidP="00F5277C">
            <w:pPr>
              <w:pStyle w:val="SectionHead-Table"/>
              <w:rPr>
                <w:color w:val="FFFFFF"/>
                <w:sz w:val="32"/>
              </w:rPr>
            </w:pPr>
            <w:r w:rsidRPr="00D06E0D">
              <w:rPr>
                <w:color w:val="FFFFFF"/>
                <w:sz w:val="32"/>
              </w:rPr>
              <w:t>CSR  Checklist: Monitor your progress</w:t>
            </w:r>
          </w:p>
        </w:tc>
      </w:tr>
    </w:tbl>
    <w:p w:rsidR="005202AD" w:rsidRDefault="005202AD" w:rsidP="00F5277C">
      <w:pPr>
        <w:rPr>
          <w:rFonts w:ascii="Garamond" w:hAnsi="Garamond"/>
          <w:sz w:val="20"/>
        </w:rPr>
        <w:sectPr w:rsidR="005202AD">
          <w:pgSz w:w="12240" w:h="15840"/>
          <w:pgMar w:top="720" w:right="720" w:bottom="720" w:left="720" w:header="720" w:footer="720" w:gutter="0"/>
          <w:cols w:space="720"/>
          <w:noEndnote/>
        </w:sectPr>
      </w:pPr>
    </w:p>
    <w:p w:rsidR="005202AD" w:rsidRDefault="005202AD" w:rsidP="00F5277C">
      <w:pPr>
        <w:rPr>
          <w:rFonts w:ascii="Garamond" w:hAnsi="Garamond"/>
          <w:sz w:val="20"/>
        </w:rPr>
        <w:sectPr w:rsidR="005202AD">
          <w:type w:val="continuous"/>
          <w:pgSz w:w="12240" w:h="15840"/>
          <w:pgMar w:top="720" w:right="720" w:bottom="720" w:left="720" w:header="720" w:footer="720" w:gutter="0"/>
          <w:cols w:space="720"/>
          <w:noEndnote/>
        </w:sectPr>
      </w:pPr>
    </w:p>
    <w:tbl>
      <w:tblPr>
        <w:tblW w:w="0" w:type="auto"/>
        <w:tblInd w:w="-7" w:type="dxa"/>
        <w:tblLook w:val="00BF"/>
      </w:tblPr>
      <w:tblGrid>
        <w:gridCol w:w="5263"/>
      </w:tblGrid>
      <w:tr w:rsidR="005202AD" w:rsidRPr="00D06E0D" w:rsidTr="00D06E0D">
        <w:trPr>
          <w:trHeight w:val="2891"/>
        </w:trPr>
        <w:tc>
          <w:tcPr>
            <w:tcW w:w="10916" w:type="dxa"/>
          </w:tcPr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</w:rPr>
              <w:t>BEFORE READING: INTRODUCTION TO THE UNIT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Unit Focus Question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Essential Vocabulary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Build Background Knowledge: Preview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Anticipation Guide</w:t>
            </w: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</w:rPr>
              <w:t xml:space="preserve">DURING </w:t>
            </w:r>
            <w:smartTag w:uri="urn:schemas-microsoft-com:office:smarttags" w:element="City">
              <w:smartTag w:uri="urn:schemas-microsoft-com:office:smarttags" w:element="place">
                <w:r w:rsidRPr="00D06E0D">
                  <w:rPr>
                    <w:rFonts w:ascii="Garamond" w:hAnsi="Garamond"/>
                    <w:sz w:val="20"/>
                  </w:rPr>
                  <w:t>READING</w:t>
                </w:r>
              </w:smartTag>
            </w:smartTag>
            <w:r w:rsidRPr="00D06E0D">
              <w:rPr>
                <w:rFonts w:ascii="Garamond" w:hAnsi="Garamond"/>
                <w:sz w:val="20"/>
              </w:rPr>
              <w:t>: GATHERING THE EVIDENCE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Read the Passage: Record Clunks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Read the Passage: Record Main Idea</w:t>
            </w: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</w:rPr>
              <w:t xml:space="preserve">DURING </w:t>
            </w:r>
            <w:smartTag w:uri="urn:schemas-microsoft-com:office:smarttags" w:element="City">
              <w:smartTag w:uri="urn:schemas-microsoft-com:office:smarttags" w:element="place">
                <w:r w:rsidRPr="00D06E0D">
                  <w:rPr>
                    <w:rFonts w:ascii="Garamond" w:hAnsi="Garamond"/>
                    <w:sz w:val="20"/>
                  </w:rPr>
                  <w:t>READING</w:t>
                </w:r>
              </w:smartTag>
            </w:smartTag>
            <w:r w:rsidRPr="00D06E0D">
              <w:rPr>
                <w:rFonts w:ascii="Garamond" w:hAnsi="Garamond"/>
                <w:sz w:val="20"/>
              </w:rPr>
              <w:t>: EXTENDING THE EVIDENCE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Organize Evidence on Graphic Organizer</w:t>
            </w: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</w:rPr>
              <w:t xml:space="preserve">AFTER </w:t>
            </w:r>
            <w:smartTag w:uri="urn:schemas-microsoft-com:office:smarttags" w:element="City">
              <w:smartTag w:uri="urn:schemas-microsoft-com:office:smarttags" w:element="place">
                <w:r w:rsidRPr="00D06E0D">
                  <w:rPr>
                    <w:rFonts w:ascii="Garamond" w:hAnsi="Garamond"/>
                    <w:sz w:val="20"/>
                  </w:rPr>
                  <w:t>READING</w:t>
                </w:r>
              </w:smartTag>
            </w:smartTag>
            <w:r w:rsidRPr="00D06E0D">
              <w:rPr>
                <w:rFonts w:ascii="Garamond" w:hAnsi="Garamond"/>
                <w:sz w:val="20"/>
              </w:rPr>
              <w:t>: SUMMARIZING THE EVIDENCE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Questions and Answers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Summarize Ideas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Return to your predictions</w:t>
            </w: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</w:rPr>
              <w:t>EXTENDING THE EVIDENCE: PREPARE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Fill out Word Map</w:t>
            </w: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</w:rPr>
              <w:t>USING THE EVIDENCE: TAKE A STAND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Structured Discussion Debate</w:t>
            </w: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</w:p>
          <w:p w:rsidR="005202AD" w:rsidRPr="00D06E0D" w:rsidRDefault="005202AD" w:rsidP="00F5277C">
            <w:pPr>
              <w:rPr>
                <w:rFonts w:ascii="Garamond" w:hAnsi="Garamond"/>
                <w:sz w:val="20"/>
              </w:rPr>
            </w:pPr>
            <w:r w:rsidRPr="00D06E0D">
              <w:rPr>
                <w:rFonts w:ascii="Garamond" w:hAnsi="Garamond"/>
                <w:sz w:val="20"/>
              </w:rPr>
              <w:t>CONCLUDE THE UNIT</w:t>
            </w:r>
          </w:p>
          <w:p w:rsidR="005202AD" w:rsidRPr="00D06E0D" w:rsidRDefault="005202AD" w:rsidP="00D06E0D">
            <w:pPr>
              <w:ind w:left="720"/>
              <w:rPr>
                <w:rFonts w:ascii="Garamond" w:hAnsi="Garamond"/>
              </w:rPr>
            </w:pPr>
            <w:r w:rsidRPr="00D06E0D">
              <w:rPr>
                <w:rFonts w:ascii="Garamond" w:hAnsi="Garamond"/>
                <w:sz w:val="20"/>
                <w:szCs w:val="20"/>
              </w:rPr>
              <w:sym w:font="Webdings" w:char="F063"/>
            </w:r>
            <w:r w:rsidRPr="00D06E0D">
              <w:rPr>
                <w:rFonts w:ascii="Garamond" w:hAnsi="Garamond"/>
                <w:sz w:val="20"/>
              </w:rPr>
              <w:t xml:space="preserve">  Return to the Anticipation Guide</w:t>
            </w:r>
          </w:p>
          <w:p w:rsidR="005202AD" w:rsidRPr="00D06E0D" w:rsidRDefault="005202AD" w:rsidP="00F5277C">
            <w:pPr>
              <w:rPr>
                <w:rFonts w:ascii="Garamond" w:hAnsi="Garamond"/>
                <w:sz w:val="30"/>
              </w:rPr>
            </w:pPr>
          </w:p>
        </w:tc>
      </w:tr>
    </w:tbl>
    <w:p w:rsidR="005202AD" w:rsidRDefault="005202AD" w:rsidP="007C61E8">
      <w:pPr>
        <w:pStyle w:val="Title"/>
        <w:spacing w:after="400"/>
        <w:jc w:val="left"/>
        <w:rPr>
          <w:rFonts w:ascii="Candara" w:hAnsi="Candara"/>
          <w:sz w:val="28"/>
        </w:rPr>
        <w:sectPr w:rsidR="005202AD">
          <w:headerReference w:type="default" r:id="rId8"/>
          <w:type w:val="continuous"/>
          <w:pgSz w:w="12240" w:h="15840"/>
          <w:pgMar w:top="720" w:right="720" w:bottom="720" w:left="720" w:header="720" w:footer="720" w:gutter="0"/>
          <w:cols w:num="2" w:space="720"/>
          <w:noEndnote/>
        </w:sectPr>
      </w:pPr>
    </w:p>
    <w:p w:rsidR="005202AD" w:rsidRDefault="005202AD" w:rsidP="007C61E8">
      <w:pPr>
        <w:pStyle w:val="Title"/>
        <w:spacing w:after="400"/>
        <w:jc w:val="left"/>
        <w:rPr>
          <w:rFonts w:ascii="Candara" w:hAnsi="Candara"/>
          <w:sz w:val="28"/>
        </w:rPr>
        <w:sectPr w:rsidR="005202AD" w:rsidSect="007C61E8">
          <w:pgSz w:w="12240" w:h="15840"/>
          <w:pgMar w:top="720" w:right="720" w:bottom="720" w:left="720" w:header="720" w:footer="720" w:gutter="0"/>
          <w:cols w:num="2" w:space="720"/>
          <w:noEndnote/>
        </w:sectPr>
      </w:pPr>
    </w:p>
    <w:p w:rsidR="005202AD" w:rsidRDefault="005202AD" w:rsidP="002F0905">
      <w:pPr>
        <w:pStyle w:val="Title"/>
        <w:spacing w:after="400"/>
        <w:rPr>
          <w:rFonts w:ascii="Garamond" w:hAnsi="Garamond"/>
          <w:b/>
          <w:noProof/>
          <w:color w:val="auto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alt=":checklist.jpg" style="position:absolute;left:0;text-align:left;margin-left:11.25pt;margin-top:-26.25pt;width:66.2pt;height:72.8pt;rotation:-22;z-index:-251652608;visibility:visible">
            <v:imagedata r:id="rId9" o:title="" grayscale="t"/>
          </v:shape>
        </w:pict>
      </w:r>
      <w:r w:rsidRPr="008E330A">
        <w:rPr>
          <w:color w:val="auto"/>
        </w:rPr>
        <w:t>CSR Checklist</w:t>
      </w:r>
    </w:p>
    <w:p w:rsidR="005202AD" w:rsidRPr="00071558" w:rsidRDefault="005202AD" w:rsidP="00071558">
      <w:pPr>
        <w:pStyle w:val="Title"/>
        <w:spacing w:after="400"/>
        <w:rPr>
          <w:rFonts w:ascii="Garamond" w:hAnsi="Garamond"/>
          <w:b/>
          <w:noProof/>
          <w:color w:val="auto"/>
          <w:sz w:val="40"/>
          <w:szCs w:val="40"/>
        </w:rPr>
      </w:pPr>
      <w:r>
        <w:rPr>
          <w:noProof/>
        </w:rPr>
        <w:pict>
          <v:shape id="_x0000_s1038" type="#_x0000_t75" alt=":checklist.jpg" style="position:absolute;left:0;text-align:left;margin-left:461.2pt;margin-top:-88.6pt;width:66.2pt;height:72.8pt;rotation:-22;z-index:-251653632;visibility:visible">
            <v:imagedata r:id="rId9" o:title="" grayscale="t"/>
          </v:shape>
        </w:pict>
      </w:r>
      <w:r w:rsidRPr="00071558">
        <w:rPr>
          <w:b/>
          <w:color w:val="auto"/>
          <w:sz w:val="40"/>
          <w:szCs w:val="40"/>
        </w:rPr>
        <w:t>Name</w:t>
      </w:r>
      <w:r w:rsidRPr="00071558">
        <w:rPr>
          <w:color w:val="auto"/>
          <w:sz w:val="40"/>
          <w:szCs w:val="40"/>
        </w:rPr>
        <w:t xml:space="preserve"> ____________________  </w:t>
      </w:r>
      <w:r w:rsidRPr="00071558">
        <w:rPr>
          <w:b/>
          <w:color w:val="auto"/>
          <w:sz w:val="40"/>
          <w:szCs w:val="40"/>
        </w:rPr>
        <w:t>Date</w:t>
      </w:r>
      <w:r w:rsidRPr="00071558">
        <w:rPr>
          <w:color w:val="auto"/>
          <w:sz w:val="40"/>
          <w:szCs w:val="40"/>
        </w:rPr>
        <w:t xml:space="preserve"> ______________</w:t>
      </w:r>
    </w:p>
    <w:p w:rsidR="005202AD" w:rsidRPr="008507DB" w:rsidRDefault="005202AD" w:rsidP="002F0905">
      <w:pPr>
        <w:tabs>
          <w:tab w:val="left" w:pos="9003"/>
        </w:tabs>
        <w:ind w:left="1440"/>
        <w:rPr>
          <w:rFonts w:ascii="Chalkboard" w:hAnsi="Chalkboard"/>
          <w:sz w:val="32"/>
        </w:rPr>
      </w:pPr>
      <w:r>
        <w:rPr>
          <w:rFonts w:ascii="Chalkboard" w:hAnsi="Chalkboard"/>
          <w:b/>
          <w:sz w:val="32"/>
        </w:rPr>
        <w:t xml:space="preserve">BEFORE READING: </w:t>
      </w:r>
      <w:r w:rsidRPr="008507DB">
        <w:rPr>
          <w:rFonts w:ascii="Chalkboard" w:hAnsi="Chalkboard"/>
          <w:b/>
          <w:sz w:val="32"/>
        </w:rPr>
        <w:t>INTRODUCTION TO THE UNIT</w:t>
      </w:r>
    </w:p>
    <w:p w:rsidR="005202AD" w:rsidRPr="001C44DF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>
        <w:rPr>
          <w:rFonts w:ascii="Chalkboard" w:hAnsi="Chalkboard"/>
          <w:sz w:val="28"/>
        </w:rPr>
        <w:t xml:space="preserve">  Unit F</w:t>
      </w:r>
      <w:r w:rsidRPr="001C44DF">
        <w:rPr>
          <w:rFonts w:ascii="Chalkboard" w:hAnsi="Chalkboard"/>
          <w:sz w:val="28"/>
        </w:rPr>
        <w:t xml:space="preserve">ocus </w:t>
      </w:r>
      <w:r>
        <w:rPr>
          <w:rFonts w:ascii="Chalkboard" w:hAnsi="Chalkboard"/>
          <w:sz w:val="28"/>
        </w:rPr>
        <w:t>Q</w:t>
      </w:r>
      <w:r w:rsidRPr="001C44DF">
        <w:rPr>
          <w:rFonts w:ascii="Chalkboard" w:hAnsi="Chalkboard"/>
          <w:sz w:val="28"/>
        </w:rPr>
        <w:t xml:space="preserve">uestion: </w:t>
      </w:r>
    </w:p>
    <w:p w:rsidR="005202AD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 w:rsidRPr="001C44DF">
        <w:rPr>
          <w:rFonts w:ascii="Chalkboard" w:hAnsi="Chalkboard"/>
          <w:sz w:val="28"/>
        </w:rPr>
        <w:t xml:space="preserve">  Essential </w:t>
      </w:r>
      <w:r>
        <w:rPr>
          <w:rFonts w:ascii="Chalkboard" w:hAnsi="Chalkboard"/>
          <w:sz w:val="28"/>
        </w:rPr>
        <w:t>V</w:t>
      </w:r>
      <w:r w:rsidRPr="001C44DF">
        <w:rPr>
          <w:rFonts w:ascii="Chalkboard" w:hAnsi="Chalkboard"/>
          <w:sz w:val="28"/>
        </w:rPr>
        <w:t>ocabulary</w:t>
      </w:r>
    </w:p>
    <w:p w:rsidR="005202AD" w:rsidRPr="001C44DF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>
        <w:rPr>
          <w:rFonts w:ascii="Chalkboard" w:hAnsi="Chalkboard"/>
          <w:sz w:val="28"/>
        </w:rPr>
        <w:t xml:space="preserve">  Build Background K</w:t>
      </w:r>
      <w:r w:rsidRPr="001C44DF">
        <w:rPr>
          <w:rFonts w:ascii="Chalkboard" w:hAnsi="Chalkboard"/>
          <w:sz w:val="28"/>
        </w:rPr>
        <w:t>nowledge</w:t>
      </w:r>
      <w:r>
        <w:rPr>
          <w:rFonts w:ascii="Chalkboard" w:hAnsi="Chalkboard"/>
          <w:sz w:val="28"/>
        </w:rPr>
        <w:t>: Preview</w:t>
      </w:r>
    </w:p>
    <w:p w:rsidR="005202AD" w:rsidRPr="001C44DF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 w:rsidRPr="001C44DF">
        <w:rPr>
          <w:rFonts w:ascii="Chalkboard" w:hAnsi="Chalkboard"/>
          <w:sz w:val="28"/>
        </w:rPr>
        <w:t xml:space="preserve">  Anticipation </w:t>
      </w:r>
      <w:r>
        <w:rPr>
          <w:rFonts w:ascii="Chalkboard" w:hAnsi="Chalkboard"/>
          <w:sz w:val="28"/>
        </w:rPr>
        <w:t>G</w:t>
      </w:r>
      <w:r w:rsidRPr="001C44DF">
        <w:rPr>
          <w:rFonts w:ascii="Chalkboard" w:hAnsi="Chalkboard"/>
          <w:sz w:val="28"/>
        </w:rPr>
        <w:t>uide</w:t>
      </w:r>
    </w:p>
    <w:p w:rsidR="005202AD" w:rsidRPr="008507DB" w:rsidRDefault="005202AD" w:rsidP="002F0905">
      <w:pPr>
        <w:tabs>
          <w:tab w:val="left" w:pos="1008"/>
          <w:tab w:val="left" w:pos="9003"/>
        </w:tabs>
        <w:rPr>
          <w:rFonts w:ascii="Chalkboard" w:hAnsi="Chalkboard"/>
          <w:sz w:val="32"/>
        </w:rPr>
      </w:pPr>
    </w:p>
    <w:p w:rsidR="005202AD" w:rsidRPr="008507DB" w:rsidRDefault="005202AD" w:rsidP="002F0905">
      <w:pPr>
        <w:tabs>
          <w:tab w:val="left" w:pos="9003"/>
        </w:tabs>
        <w:ind w:left="1440"/>
        <w:rPr>
          <w:rFonts w:ascii="Chalkboard" w:hAnsi="Chalkboard"/>
          <w:b/>
          <w:sz w:val="32"/>
        </w:rPr>
      </w:pPr>
      <w:r>
        <w:rPr>
          <w:rFonts w:ascii="Chalkboard" w:hAnsi="Chalkboard"/>
          <w:b/>
          <w:sz w:val="32"/>
        </w:rPr>
        <w:t xml:space="preserve">DURING </w:t>
      </w:r>
      <w:smartTag w:uri="urn:schemas-microsoft-com:office:smarttags" w:element="City">
        <w:smartTag w:uri="urn:schemas-microsoft-com:office:smarttags" w:element="place">
          <w:r w:rsidRPr="008507DB">
            <w:rPr>
              <w:rFonts w:ascii="Chalkboard" w:hAnsi="Chalkboard"/>
              <w:b/>
              <w:sz w:val="32"/>
            </w:rPr>
            <w:t>READING</w:t>
          </w:r>
        </w:smartTag>
      </w:smartTag>
      <w:r>
        <w:rPr>
          <w:rFonts w:ascii="Chalkboard" w:hAnsi="Chalkboard"/>
          <w:b/>
          <w:sz w:val="32"/>
        </w:rPr>
        <w:t>:</w:t>
      </w:r>
      <w:r w:rsidRPr="008507DB">
        <w:rPr>
          <w:rFonts w:ascii="Chalkboard" w:hAnsi="Chalkboard"/>
          <w:b/>
          <w:sz w:val="32"/>
        </w:rPr>
        <w:t xml:space="preserve"> </w:t>
      </w:r>
      <w:r>
        <w:rPr>
          <w:rFonts w:ascii="Chalkboard" w:hAnsi="Chalkboard"/>
          <w:b/>
          <w:sz w:val="32"/>
        </w:rPr>
        <w:t>GATHERING THE EVIDENCE</w:t>
      </w:r>
    </w:p>
    <w:p w:rsidR="005202AD" w:rsidRPr="001C44DF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>
        <w:rPr>
          <w:rFonts w:ascii="Chalkboard" w:hAnsi="Chalkboard"/>
          <w:sz w:val="28"/>
        </w:rPr>
        <w:t xml:space="preserve">  Read the P</w:t>
      </w:r>
      <w:r w:rsidRPr="001C44DF">
        <w:rPr>
          <w:rFonts w:ascii="Chalkboard" w:hAnsi="Chalkboard"/>
          <w:sz w:val="28"/>
        </w:rPr>
        <w:t xml:space="preserve">assage: </w:t>
      </w:r>
      <w:r>
        <w:rPr>
          <w:rFonts w:ascii="Chalkboard" w:hAnsi="Chalkboard"/>
          <w:sz w:val="28"/>
        </w:rPr>
        <w:t>Record Clunks</w:t>
      </w:r>
    </w:p>
    <w:p w:rsidR="005202AD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>
        <w:rPr>
          <w:rFonts w:ascii="Chalkboard" w:hAnsi="Chalkboard"/>
          <w:sz w:val="28"/>
        </w:rPr>
        <w:t xml:space="preserve">  Read the Passage: Record Main Idea</w:t>
      </w:r>
    </w:p>
    <w:p w:rsidR="005202AD" w:rsidRDefault="005202AD" w:rsidP="002F0905">
      <w:pPr>
        <w:tabs>
          <w:tab w:val="left" w:pos="1008"/>
          <w:tab w:val="left" w:pos="9003"/>
        </w:tabs>
        <w:rPr>
          <w:rFonts w:ascii="Chalkboard" w:hAnsi="Chalkboard"/>
          <w:sz w:val="28"/>
        </w:rPr>
      </w:pPr>
    </w:p>
    <w:p w:rsidR="005202AD" w:rsidRPr="001C44DF" w:rsidRDefault="005202AD" w:rsidP="002F0905">
      <w:pPr>
        <w:tabs>
          <w:tab w:val="left" w:pos="1008"/>
          <w:tab w:val="left" w:pos="9003"/>
        </w:tabs>
        <w:ind w:left="1440"/>
        <w:rPr>
          <w:rFonts w:ascii="Chalkboard" w:hAnsi="Chalkboard"/>
          <w:sz w:val="28"/>
        </w:rPr>
      </w:pPr>
      <w:r>
        <w:rPr>
          <w:rFonts w:ascii="Chalkboard" w:hAnsi="Chalkboard"/>
          <w:b/>
          <w:sz w:val="32"/>
        </w:rPr>
        <w:t xml:space="preserve">DURING </w:t>
      </w:r>
      <w:smartTag w:uri="urn:schemas-microsoft-com:office:smarttags" w:element="City">
        <w:smartTag w:uri="urn:schemas-microsoft-com:office:smarttags" w:element="place">
          <w:r w:rsidRPr="008507DB">
            <w:rPr>
              <w:rFonts w:ascii="Chalkboard" w:hAnsi="Chalkboard"/>
              <w:b/>
              <w:sz w:val="32"/>
            </w:rPr>
            <w:t>READING</w:t>
          </w:r>
        </w:smartTag>
      </w:smartTag>
      <w:r>
        <w:rPr>
          <w:rFonts w:ascii="Chalkboard" w:hAnsi="Chalkboard"/>
          <w:b/>
          <w:sz w:val="32"/>
        </w:rPr>
        <w:t>:</w:t>
      </w:r>
      <w:r w:rsidRPr="008507DB">
        <w:rPr>
          <w:rFonts w:ascii="Chalkboard" w:hAnsi="Chalkboard"/>
          <w:b/>
          <w:sz w:val="32"/>
        </w:rPr>
        <w:t xml:space="preserve"> EXTENDING THE EVIDENCE</w:t>
      </w:r>
    </w:p>
    <w:p w:rsidR="005202AD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>
        <w:rPr>
          <w:rFonts w:ascii="Chalkboard" w:hAnsi="Chalkboard"/>
          <w:sz w:val="28"/>
        </w:rPr>
        <w:t xml:space="preserve">  Organize E</w:t>
      </w:r>
      <w:r w:rsidRPr="001C44DF">
        <w:rPr>
          <w:rFonts w:ascii="Chalkboard" w:hAnsi="Chalkboard"/>
          <w:sz w:val="28"/>
        </w:rPr>
        <w:t>vidence on Graphic Organizer</w:t>
      </w:r>
    </w:p>
    <w:p w:rsidR="005202AD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</w:p>
    <w:p w:rsidR="005202AD" w:rsidRPr="00EB7131" w:rsidRDefault="005202AD" w:rsidP="002F0905">
      <w:pPr>
        <w:tabs>
          <w:tab w:val="left" w:pos="1008"/>
          <w:tab w:val="left" w:pos="9003"/>
        </w:tabs>
        <w:ind w:left="1440"/>
        <w:rPr>
          <w:rFonts w:ascii="Chalkboard" w:hAnsi="Chalkboard"/>
          <w:b/>
          <w:sz w:val="32"/>
        </w:rPr>
      </w:pPr>
      <w:r w:rsidRPr="00EB7131">
        <w:rPr>
          <w:rFonts w:ascii="Chalkboard" w:hAnsi="Chalkboard"/>
          <w:b/>
          <w:sz w:val="32"/>
        </w:rPr>
        <w:t xml:space="preserve">AFTER </w:t>
      </w:r>
      <w:smartTag w:uri="urn:schemas-microsoft-com:office:smarttags" w:element="City">
        <w:smartTag w:uri="urn:schemas-microsoft-com:office:smarttags" w:element="place">
          <w:r w:rsidRPr="00EB7131">
            <w:rPr>
              <w:rFonts w:ascii="Chalkboard" w:hAnsi="Chalkboard"/>
              <w:b/>
              <w:sz w:val="32"/>
            </w:rPr>
            <w:t>READ</w:t>
          </w:r>
          <w:r>
            <w:rPr>
              <w:rFonts w:ascii="Chalkboard" w:hAnsi="Chalkboard"/>
              <w:b/>
              <w:sz w:val="32"/>
            </w:rPr>
            <w:t>ING</w:t>
          </w:r>
        </w:smartTag>
      </w:smartTag>
      <w:r>
        <w:rPr>
          <w:rFonts w:ascii="Chalkboard" w:hAnsi="Chalkboard"/>
          <w:b/>
          <w:sz w:val="32"/>
        </w:rPr>
        <w:t>: SUMMARIZING THE EVIDENCE</w:t>
      </w:r>
    </w:p>
    <w:p w:rsidR="005202AD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>
        <w:rPr>
          <w:rFonts w:ascii="Chalkboard" w:hAnsi="Chalkboard"/>
          <w:sz w:val="28"/>
        </w:rPr>
        <w:t xml:space="preserve">  Questions and Answers</w:t>
      </w:r>
    </w:p>
    <w:p w:rsidR="005202AD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>
        <w:rPr>
          <w:rFonts w:ascii="Chalkboard" w:hAnsi="Chalkboard"/>
          <w:sz w:val="28"/>
        </w:rPr>
        <w:t xml:space="preserve">  Summarize Ideas</w:t>
      </w:r>
    </w:p>
    <w:p w:rsidR="005202AD" w:rsidRPr="00EB7131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>
        <w:rPr>
          <w:rFonts w:ascii="Chalkboard" w:hAnsi="Chalkboard"/>
          <w:sz w:val="28"/>
        </w:rPr>
        <w:t xml:space="preserve">  Return to your predictions</w:t>
      </w:r>
    </w:p>
    <w:p w:rsidR="005202AD" w:rsidRPr="008507DB" w:rsidRDefault="005202AD" w:rsidP="002F0905">
      <w:pPr>
        <w:tabs>
          <w:tab w:val="left" w:pos="1008"/>
          <w:tab w:val="left" w:pos="9003"/>
        </w:tabs>
        <w:ind w:left="1152"/>
        <w:rPr>
          <w:rFonts w:ascii="Chalkboard" w:hAnsi="Chalkboard"/>
          <w:sz w:val="32"/>
        </w:rPr>
      </w:pPr>
    </w:p>
    <w:p w:rsidR="005202AD" w:rsidRPr="008507DB" w:rsidRDefault="005202AD" w:rsidP="002F0905">
      <w:pPr>
        <w:tabs>
          <w:tab w:val="left" w:pos="9003"/>
        </w:tabs>
        <w:ind w:left="1440"/>
        <w:rPr>
          <w:rFonts w:ascii="Chalkboard" w:hAnsi="Chalkboard"/>
          <w:sz w:val="32"/>
        </w:rPr>
      </w:pPr>
      <w:r w:rsidRPr="008507DB">
        <w:rPr>
          <w:rFonts w:ascii="Chalkboard" w:hAnsi="Chalkboard"/>
          <w:b/>
          <w:sz w:val="32"/>
        </w:rPr>
        <w:t>EXTENDING THE EVIDENCE: PREPARE</w:t>
      </w:r>
    </w:p>
    <w:p w:rsidR="005202AD" w:rsidRPr="001C44DF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>
        <w:rPr>
          <w:rFonts w:ascii="Chalkboard" w:hAnsi="Chalkboard"/>
          <w:sz w:val="28"/>
        </w:rPr>
        <w:t xml:space="preserve">  Fill out W</w:t>
      </w:r>
      <w:r w:rsidRPr="001C44DF">
        <w:rPr>
          <w:rFonts w:ascii="Chalkboard" w:hAnsi="Chalkboard"/>
          <w:sz w:val="28"/>
        </w:rPr>
        <w:t xml:space="preserve">ord </w:t>
      </w:r>
      <w:r>
        <w:rPr>
          <w:rFonts w:ascii="Chalkboard" w:hAnsi="Chalkboard"/>
          <w:sz w:val="28"/>
        </w:rPr>
        <w:t>M</w:t>
      </w:r>
      <w:r w:rsidRPr="001C44DF">
        <w:rPr>
          <w:rFonts w:ascii="Chalkboard" w:hAnsi="Chalkboard"/>
          <w:sz w:val="28"/>
        </w:rPr>
        <w:t>ap</w:t>
      </w:r>
    </w:p>
    <w:p w:rsidR="005202AD" w:rsidRPr="008507DB" w:rsidRDefault="005202AD" w:rsidP="002F0905">
      <w:pPr>
        <w:tabs>
          <w:tab w:val="left" w:pos="1008"/>
          <w:tab w:val="left" w:pos="9003"/>
        </w:tabs>
        <w:rPr>
          <w:rFonts w:ascii="Chalkboard" w:hAnsi="Chalkboard"/>
          <w:b/>
          <w:sz w:val="32"/>
        </w:rPr>
      </w:pPr>
    </w:p>
    <w:p w:rsidR="005202AD" w:rsidRPr="008507DB" w:rsidRDefault="005202AD" w:rsidP="002F0905">
      <w:pPr>
        <w:tabs>
          <w:tab w:val="left" w:pos="9003"/>
        </w:tabs>
        <w:ind w:left="1440"/>
        <w:rPr>
          <w:rFonts w:ascii="Chalkboard" w:hAnsi="Chalkboard"/>
          <w:sz w:val="32"/>
        </w:rPr>
      </w:pPr>
      <w:r>
        <w:rPr>
          <w:rFonts w:ascii="Chalkboard" w:hAnsi="Chalkboard"/>
          <w:b/>
          <w:sz w:val="32"/>
        </w:rPr>
        <w:t>USING</w:t>
      </w:r>
      <w:r w:rsidRPr="008507DB">
        <w:rPr>
          <w:rFonts w:ascii="Chalkboard" w:hAnsi="Chalkboard"/>
          <w:b/>
          <w:sz w:val="32"/>
        </w:rPr>
        <w:t xml:space="preserve"> THE EVIDENCE: TAKE A STAND</w:t>
      </w:r>
    </w:p>
    <w:p w:rsidR="005202AD" w:rsidRPr="001C44DF" w:rsidRDefault="005202AD" w:rsidP="002F0905">
      <w:pPr>
        <w:tabs>
          <w:tab w:val="left" w:pos="1008"/>
          <w:tab w:val="left" w:pos="9003"/>
        </w:tabs>
        <w:ind w:left="1728"/>
        <w:rPr>
          <w:rFonts w:ascii="Chalkboard" w:hAnsi="Chalkboard"/>
          <w:sz w:val="28"/>
        </w:rPr>
      </w:pPr>
      <w:r w:rsidRPr="001C44DF">
        <w:rPr>
          <w:rFonts w:ascii="Chalkboard" w:hAnsi="Chalkboard"/>
          <w:sz w:val="28"/>
          <w:szCs w:val="28"/>
        </w:rPr>
        <w:sym w:font="Webdings" w:char="F063"/>
      </w:r>
      <w:r w:rsidRPr="001C44DF">
        <w:rPr>
          <w:rFonts w:ascii="Chalkboard" w:hAnsi="Chalkboard"/>
          <w:sz w:val="28"/>
        </w:rPr>
        <w:t xml:space="preserve">  Structured </w:t>
      </w:r>
      <w:r>
        <w:rPr>
          <w:rFonts w:ascii="Chalkboard" w:hAnsi="Chalkboard"/>
          <w:sz w:val="28"/>
        </w:rPr>
        <w:t>D</w:t>
      </w:r>
      <w:r w:rsidRPr="001C44DF">
        <w:rPr>
          <w:rFonts w:ascii="Chalkboard" w:hAnsi="Chalkboard"/>
          <w:sz w:val="28"/>
        </w:rPr>
        <w:t xml:space="preserve">iscussion </w:t>
      </w:r>
      <w:r>
        <w:rPr>
          <w:rFonts w:ascii="Chalkboard" w:hAnsi="Chalkboard"/>
          <w:sz w:val="28"/>
        </w:rPr>
        <w:t>D</w:t>
      </w:r>
      <w:r w:rsidRPr="001C44DF">
        <w:rPr>
          <w:rFonts w:ascii="Chalkboard" w:hAnsi="Chalkboard"/>
          <w:sz w:val="28"/>
        </w:rPr>
        <w:t>ebate</w:t>
      </w:r>
    </w:p>
    <w:p w:rsidR="005202AD" w:rsidRPr="008507DB" w:rsidRDefault="005202AD" w:rsidP="002F0905">
      <w:pPr>
        <w:tabs>
          <w:tab w:val="left" w:pos="1008"/>
          <w:tab w:val="left" w:pos="9003"/>
        </w:tabs>
        <w:rPr>
          <w:rFonts w:ascii="Chalkboard" w:hAnsi="Chalkboard"/>
          <w:b/>
          <w:sz w:val="32"/>
        </w:rPr>
      </w:pPr>
    </w:p>
    <w:p w:rsidR="005202AD" w:rsidRPr="008507DB" w:rsidRDefault="005202AD" w:rsidP="002F0905">
      <w:pPr>
        <w:tabs>
          <w:tab w:val="left" w:pos="9003"/>
        </w:tabs>
        <w:ind w:left="1440"/>
        <w:rPr>
          <w:rFonts w:ascii="Chalkboard" w:hAnsi="Chalkboard"/>
          <w:b/>
          <w:sz w:val="32"/>
        </w:rPr>
      </w:pPr>
      <w:r w:rsidRPr="008507DB">
        <w:rPr>
          <w:rFonts w:ascii="Chalkboard" w:hAnsi="Chalkboard"/>
          <w:b/>
          <w:sz w:val="32"/>
        </w:rPr>
        <w:t>CONCLUDE THE UNIT</w:t>
      </w:r>
    </w:p>
    <w:p w:rsidR="005202AD" w:rsidRPr="00071558" w:rsidRDefault="005202AD" w:rsidP="00071558">
      <w:pPr>
        <w:tabs>
          <w:tab w:val="left" w:pos="1008"/>
          <w:tab w:val="left" w:pos="9003"/>
        </w:tabs>
        <w:ind w:left="1728"/>
        <w:rPr>
          <w:rFonts w:ascii="Chalkboard" w:hAnsi="Chalkboard"/>
          <w:b/>
          <w:sz w:val="28"/>
        </w:rPr>
      </w:pPr>
      <w:r w:rsidRPr="001C44DF">
        <w:sym w:font="Webdings" w:char="F063"/>
      </w:r>
      <w:r w:rsidRPr="001C44DF">
        <w:t xml:space="preserve">  Return to the Anticipation Guide</w:t>
      </w:r>
    </w:p>
    <w:sectPr w:rsidR="005202AD" w:rsidRPr="00071558" w:rsidSect="00F5277C">
      <w:type w:val="continuous"/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2AD" w:rsidRDefault="005202AD" w:rsidP="00F5277C">
      <w:r>
        <w:separator/>
      </w:r>
    </w:p>
  </w:endnote>
  <w:endnote w:type="continuationSeparator" w:id="1">
    <w:p w:rsidR="005202AD" w:rsidRDefault="005202AD" w:rsidP="00F52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ckwell-ExtraBold">
    <w:altName w:val="Rockwell Extra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iz Quadrat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halkboard">
    <w:altName w:val="Kristen IT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2AD" w:rsidRDefault="005202AD" w:rsidP="00F5277C">
    <w:pPr>
      <w:pStyle w:val="NewFooter"/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8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7</w:t>
    </w:r>
    <w:r w:rsidRPr="00B3591A"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2AD" w:rsidRDefault="005202AD" w:rsidP="00F5277C">
    <w:pPr>
      <w:pStyle w:val="NewFooter"/>
      <w:rPr>
        <w:rStyle w:val="PageNumber"/>
        <w:rFonts w:ascii="Cambria" w:hAnsi="Cambria"/>
        <w:sz w:val="24"/>
      </w:rPr>
    </w:pP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PAGE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1</w:t>
    </w:r>
    <w:r w:rsidRPr="00B3591A">
      <w:rPr>
        <w:rStyle w:val="PageNumber"/>
      </w:rPr>
      <w:fldChar w:fldCharType="end"/>
    </w:r>
    <w:r w:rsidRPr="00B3591A">
      <w:rPr>
        <w:rStyle w:val="PageNumber"/>
      </w:rPr>
      <w:t xml:space="preserve"> of </w:t>
    </w:r>
    <w:r w:rsidRPr="00B3591A">
      <w:rPr>
        <w:rStyle w:val="PageNumber"/>
      </w:rPr>
      <w:fldChar w:fldCharType="begin"/>
    </w:r>
    <w:r w:rsidRPr="00B3591A">
      <w:rPr>
        <w:rStyle w:val="PageNumber"/>
      </w:rPr>
      <w:instrText xml:space="preserve"> NUMPAGES </w:instrText>
    </w:r>
    <w:r w:rsidRPr="00B3591A">
      <w:rPr>
        <w:rStyle w:val="PageNumber"/>
      </w:rPr>
      <w:fldChar w:fldCharType="separate"/>
    </w:r>
    <w:r>
      <w:rPr>
        <w:rStyle w:val="PageNumber"/>
        <w:noProof/>
      </w:rPr>
      <w:t>7</w:t>
    </w:r>
    <w:r w:rsidRPr="00B3591A">
      <w:rPr>
        <w:rStyle w:val="PageNumber"/>
      </w:rPr>
      <w:fldChar w:fldCharType="end"/>
    </w:r>
  </w:p>
  <w:p w:rsidR="005202AD" w:rsidRPr="00F219C0" w:rsidRDefault="005202AD" w:rsidP="00F5277C">
    <w:pPr>
      <w:pStyle w:val="NewFooter"/>
    </w:pPr>
    <w:r w:rsidRPr="00F219C0">
      <w:t>CSR Study funded by Insti</w:t>
    </w:r>
    <w:r>
      <w:t>tute of Education Sciences 2009–</w:t>
    </w:r>
    <w:r w:rsidRPr="00F219C0">
      <w:t>201</w:t>
    </w:r>
    <w:r>
      <w:t>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2AD" w:rsidRDefault="005202AD" w:rsidP="00F5277C">
      <w:r>
        <w:separator/>
      </w:r>
    </w:p>
  </w:footnote>
  <w:footnote w:type="continuationSeparator" w:id="1">
    <w:p w:rsidR="005202AD" w:rsidRDefault="005202AD" w:rsidP="00F527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2AD" w:rsidRDefault="005202AD">
    <w:pPr>
      <w:pStyle w:val="Header"/>
    </w:pPr>
    <w:r>
      <w:t>TEACHER OVERHEAD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6964"/>
    <w:rsid w:val="00071558"/>
    <w:rsid w:val="001C44DF"/>
    <w:rsid w:val="002315F3"/>
    <w:rsid w:val="002B0C0C"/>
    <w:rsid w:val="002E42B1"/>
    <w:rsid w:val="002F0905"/>
    <w:rsid w:val="003655A6"/>
    <w:rsid w:val="004668DF"/>
    <w:rsid w:val="004C4418"/>
    <w:rsid w:val="005202AD"/>
    <w:rsid w:val="006044F6"/>
    <w:rsid w:val="007C61E8"/>
    <w:rsid w:val="008507DB"/>
    <w:rsid w:val="0087113B"/>
    <w:rsid w:val="008843B8"/>
    <w:rsid w:val="008E330A"/>
    <w:rsid w:val="009A2E6A"/>
    <w:rsid w:val="00A0694F"/>
    <w:rsid w:val="00A66964"/>
    <w:rsid w:val="00B05B32"/>
    <w:rsid w:val="00B3591A"/>
    <w:rsid w:val="00BA3325"/>
    <w:rsid w:val="00C72EF4"/>
    <w:rsid w:val="00D06E0D"/>
    <w:rsid w:val="00D542EC"/>
    <w:rsid w:val="00EB7131"/>
    <w:rsid w:val="00F219C0"/>
    <w:rsid w:val="00F52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2E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542EC"/>
    <w:pPr>
      <w:widowControl w:val="0"/>
      <w:autoSpaceDE w:val="0"/>
      <w:autoSpaceDN w:val="0"/>
      <w:adjustRightInd w:val="0"/>
      <w:spacing w:line="288" w:lineRule="auto"/>
      <w:jc w:val="center"/>
      <w:textAlignment w:val="center"/>
    </w:pPr>
    <w:rPr>
      <w:rFonts w:ascii="Rockwell-ExtraBold" w:hAnsi="Rockwell-ExtraBold" w:cs="Rockwell-ExtraBold"/>
      <w:color w:val="E5000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D542EC"/>
    <w:rPr>
      <w:rFonts w:ascii="Rockwell-ExtraBold" w:hAnsi="Rockwell-ExtraBold" w:cs="Rockwell-ExtraBold"/>
      <w:color w:val="E50000"/>
      <w:sz w:val="60"/>
      <w:szCs w:val="60"/>
    </w:rPr>
  </w:style>
  <w:style w:type="table" w:styleId="TableGrid">
    <w:name w:val="Table Grid"/>
    <w:basedOn w:val="TableNormal"/>
    <w:uiPriority w:val="99"/>
    <w:rsid w:val="00D542E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Head-Table">
    <w:name w:val="Section Head - Table"/>
    <w:basedOn w:val="Title"/>
    <w:uiPriority w:val="99"/>
    <w:rsid w:val="00D542EC"/>
    <w:pPr>
      <w:spacing w:after="450"/>
      <w:jc w:val="left"/>
    </w:pPr>
    <w:rPr>
      <w:rFonts w:ascii="Garamond" w:hAnsi="Garamond"/>
      <w:b/>
      <w:color w:val="auto"/>
      <w:sz w:val="28"/>
    </w:rPr>
  </w:style>
  <w:style w:type="character" w:customStyle="1" w:styleId="FrizBoldLead-in">
    <w:name w:val="Friz Bold Lead-in"/>
    <w:uiPriority w:val="99"/>
    <w:rsid w:val="00D542EC"/>
    <w:rPr>
      <w:rFonts w:ascii="Friz Quadrata" w:hAnsi="Friz Quadrata"/>
      <w:b/>
      <w:color w:val="auto"/>
      <w:sz w:val="28"/>
    </w:rPr>
  </w:style>
  <w:style w:type="character" w:customStyle="1" w:styleId="GaramondBody">
    <w:name w:val="Garamond Body"/>
    <w:uiPriority w:val="99"/>
    <w:rsid w:val="00D542EC"/>
    <w:rPr>
      <w:rFonts w:ascii="Garamond" w:hAnsi="Garamond"/>
      <w:color w:val="auto"/>
      <w:sz w:val="30"/>
    </w:rPr>
  </w:style>
  <w:style w:type="paragraph" w:styleId="Header">
    <w:name w:val="header"/>
    <w:basedOn w:val="Normal"/>
    <w:link w:val="HeaderChar"/>
    <w:uiPriority w:val="99"/>
    <w:rsid w:val="00D542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542E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542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542EC"/>
    <w:rPr>
      <w:rFonts w:cs="Times New Roman"/>
    </w:rPr>
  </w:style>
  <w:style w:type="character" w:styleId="PageNumber">
    <w:name w:val="page number"/>
    <w:basedOn w:val="DefaultParagraphFont"/>
    <w:uiPriority w:val="99"/>
    <w:rsid w:val="00D542EC"/>
    <w:rPr>
      <w:rFonts w:cs="Times New Roman"/>
    </w:rPr>
  </w:style>
  <w:style w:type="paragraph" w:customStyle="1" w:styleId="NewFooter">
    <w:name w:val="New Footer"/>
    <w:uiPriority w:val="99"/>
    <w:rsid w:val="00D542EC"/>
    <w:pPr>
      <w:jc w:val="center"/>
    </w:pPr>
    <w:rPr>
      <w:rFonts w:ascii="Garamond" w:hAnsi="Garamond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7</Pages>
  <Words>608</Words>
  <Characters>3469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CSR Practice Log for Informational Text</dc:title>
  <dc:subject/>
  <dc:creator>Jennifer Geraci</dc:creator>
  <cp:keywords/>
  <dc:description/>
  <cp:lastModifiedBy>PISD</cp:lastModifiedBy>
  <cp:revision>2</cp:revision>
  <cp:lastPrinted>2010-10-25T17:16:00Z</cp:lastPrinted>
  <dcterms:created xsi:type="dcterms:W3CDTF">2010-10-26T13:07:00Z</dcterms:created>
  <dcterms:modified xsi:type="dcterms:W3CDTF">2010-10-26T13:07:00Z</dcterms:modified>
</cp:coreProperties>
</file>